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EAA" w:rsidRDefault="00615EAA" w:rsidP="00034E4B">
      <w:pPr>
        <w:pStyle w:val="20"/>
        <w:shd w:val="clear" w:color="auto" w:fill="auto"/>
        <w:spacing w:line="240" w:lineRule="exact"/>
        <w:ind w:left="2829" w:firstLine="709"/>
        <w:jc w:val="right"/>
        <w:rPr>
          <w:sz w:val="28"/>
          <w:szCs w:val="28"/>
        </w:rPr>
      </w:pPr>
      <w:r w:rsidRPr="00BC0C09">
        <w:rPr>
          <w:sz w:val="28"/>
          <w:szCs w:val="28"/>
        </w:rPr>
        <w:t xml:space="preserve">Проект </w:t>
      </w:r>
    </w:p>
    <w:p w:rsidR="00615EAA" w:rsidRDefault="00615EAA" w:rsidP="00034E4B">
      <w:pPr>
        <w:pStyle w:val="20"/>
        <w:shd w:val="clear" w:color="auto" w:fill="auto"/>
        <w:spacing w:line="240" w:lineRule="exact"/>
        <w:ind w:left="2829" w:firstLine="709"/>
        <w:jc w:val="right"/>
        <w:rPr>
          <w:sz w:val="28"/>
          <w:szCs w:val="28"/>
        </w:rPr>
      </w:pPr>
    </w:p>
    <w:p w:rsidR="00615EAA" w:rsidRDefault="00615EAA" w:rsidP="00034E4B">
      <w:pPr>
        <w:pStyle w:val="20"/>
        <w:shd w:val="clear" w:color="auto" w:fill="auto"/>
        <w:spacing w:line="240" w:lineRule="exact"/>
        <w:ind w:left="3539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Pr="00BC0C09">
        <w:rPr>
          <w:sz w:val="28"/>
          <w:szCs w:val="28"/>
        </w:rPr>
        <w:t>несен главой город</w:t>
      </w:r>
      <w:r>
        <w:rPr>
          <w:sz w:val="28"/>
          <w:szCs w:val="28"/>
        </w:rPr>
        <w:t>ского округа – главой</w:t>
      </w:r>
    </w:p>
    <w:p w:rsidR="00615EAA" w:rsidRDefault="00615EAA" w:rsidP="00034E4B">
      <w:pPr>
        <w:pStyle w:val="20"/>
        <w:shd w:val="clear" w:color="auto" w:fill="auto"/>
        <w:spacing w:line="240" w:lineRule="exact"/>
        <w:ind w:left="3538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Соликамского городского </w:t>
      </w:r>
    </w:p>
    <w:p w:rsidR="00615EAA" w:rsidRDefault="00615EAA" w:rsidP="006E0DA7">
      <w:pPr>
        <w:pStyle w:val="20"/>
        <w:shd w:val="clear" w:color="auto" w:fill="auto"/>
        <w:spacing w:line="240" w:lineRule="exact"/>
        <w:ind w:left="3538" w:firstLine="709"/>
        <w:rPr>
          <w:sz w:val="28"/>
          <w:szCs w:val="28"/>
        </w:rPr>
      </w:pPr>
      <w:r>
        <w:rPr>
          <w:sz w:val="28"/>
          <w:szCs w:val="28"/>
        </w:rPr>
        <w:t xml:space="preserve">   округа Е.Н.Самоуковым</w:t>
      </w:r>
    </w:p>
    <w:p w:rsidR="00615EAA" w:rsidRDefault="00615EAA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615EAA" w:rsidRDefault="00615EAA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615EAA" w:rsidRDefault="00615EAA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615EAA" w:rsidRDefault="00615EAA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615EAA" w:rsidRDefault="00615EAA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615EAA" w:rsidRDefault="00615EAA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615EAA" w:rsidRDefault="00615EAA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615EAA" w:rsidRDefault="00615EAA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615EAA" w:rsidRDefault="00615EAA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615EAA" w:rsidRDefault="00615EAA" w:rsidP="000E1367">
      <w:pPr>
        <w:suppressAutoHyphens/>
        <w:spacing w:line="240" w:lineRule="exact"/>
        <w:rPr>
          <w:rFonts w:ascii="Times New Roman" w:hAnsi="Times New Roman" w:cs="Times New Roman"/>
          <w:b/>
          <w:color w:val="auto"/>
          <w:sz w:val="28"/>
          <w:szCs w:val="20"/>
        </w:rPr>
      </w:pPr>
      <w:r w:rsidRPr="00987295">
        <w:rPr>
          <w:rFonts w:ascii="Times New Roman" w:hAnsi="Times New Roman" w:cs="Times New Roman"/>
          <w:b/>
          <w:color w:val="auto"/>
          <w:sz w:val="28"/>
          <w:szCs w:val="20"/>
        </w:rPr>
        <w:t xml:space="preserve">Об </w:t>
      </w:r>
      <w:r>
        <w:rPr>
          <w:rFonts w:ascii="Times New Roman" w:hAnsi="Times New Roman" w:cs="Times New Roman"/>
          <w:b/>
          <w:color w:val="auto"/>
          <w:sz w:val="28"/>
          <w:szCs w:val="20"/>
        </w:rPr>
        <w:t>утверждении Положения о порядке</w:t>
      </w:r>
    </w:p>
    <w:p w:rsidR="00615EAA" w:rsidRDefault="00615EAA" w:rsidP="000E1367">
      <w:pPr>
        <w:suppressAutoHyphens/>
        <w:spacing w:line="240" w:lineRule="exact"/>
        <w:rPr>
          <w:rFonts w:ascii="Times New Roman" w:hAnsi="Times New Roman" w:cs="Times New Roman"/>
          <w:b/>
          <w:color w:val="auto"/>
          <w:sz w:val="28"/>
          <w:szCs w:val="20"/>
        </w:rPr>
      </w:pPr>
      <w:r>
        <w:rPr>
          <w:rFonts w:ascii="Times New Roman" w:hAnsi="Times New Roman" w:cs="Times New Roman"/>
          <w:b/>
          <w:color w:val="auto"/>
          <w:sz w:val="28"/>
          <w:szCs w:val="20"/>
        </w:rPr>
        <w:t xml:space="preserve">создания условий для оказания </w:t>
      </w:r>
    </w:p>
    <w:p w:rsidR="00615EAA" w:rsidRDefault="00615EAA" w:rsidP="000E1367">
      <w:pPr>
        <w:suppressAutoHyphens/>
        <w:spacing w:line="240" w:lineRule="exact"/>
        <w:rPr>
          <w:rFonts w:ascii="Times New Roman" w:hAnsi="Times New Roman" w:cs="Times New Roman"/>
          <w:b/>
          <w:color w:val="auto"/>
          <w:sz w:val="28"/>
          <w:szCs w:val="20"/>
        </w:rPr>
      </w:pPr>
      <w:r>
        <w:rPr>
          <w:rFonts w:ascii="Times New Roman" w:hAnsi="Times New Roman" w:cs="Times New Roman"/>
          <w:b/>
          <w:color w:val="auto"/>
          <w:sz w:val="28"/>
          <w:szCs w:val="20"/>
        </w:rPr>
        <w:t>медицинской помощи населению</w:t>
      </w:r>
    </w:p>
    <w:p w:rsidR="00615EAA" w:rsidRDefault="00615EAA" w:rsidP="0068015D">
      <w:pPr>
        <w:suppressAutoHyphens/>
        <w:spacing w:line="240" w:lineRule="exact"/>
        <w:rPr>
          <w:rFonts w:ascii="Times New Roman" w:hAnsi="Times New Roman" w:cs="Times New Roman"/>
          <w:b/>
          <w:color w:val="auto"/>
          <w:sz w:val="28"/>
          <w:szCs w:val="20"/>
        </w:rPr>
      </w:pPr>
      <w:r>
        <w:rPr>
          <w:rFonts w:ascii="Times New Roman" w:hAnsi="Times New Roman" w:cs="Times New Roman"/>
          <w:b/>
          <w:color w:val="auto"/>
          <w:sz w:val="28"/>
          <w:szCs w:val="20"/>
        </w:rPr>
        <w:t>на территории Соликамского городского округа</w:t>
      </w:r>
    </w:p>
    <w:p w:rsidR="00615EAA" w:rsidRDefault="00615EAA" w:rsidP="0068015D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15EAA" w:rsidRDefault="00615EAA" w:rsidP="003D4781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E7021"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со </w:t>
      </w:r>
      <w:r w:rsidRPr="003D4781">
        <w:rPr>
          <w:rFonts w:ascii="Times New Roman" w:hAnsi="Times New Roman" w:cs="Times New Roman"/>
          <w:color w:val="auto"/>
          <w:sz w:val="28"/>
          <w:szCs w:val="28"/>
        </w:rPr>
        <w:t xml:space="preserve">статьей 132 Конституции Российской Федерации, </w:t>
      </w:r>
      <w:r>
        <w:rPr>
          <w:rFonts w:ascii="Times New Roman" w:hAnsi="Times New Roman" w:cs="Times New Roman"/>
          <w:color w:val="auto"/>
          <w:sz w:val="28"/>
          <w:szCs w:val="28"/>
        </w:rPr>
        <w:t>статьей 16 Федерального закона</w:t>
      </w:r>
      <w:r w:rsidRPr="003D4781">
        <w:rPr>
          <w:rFonts w:ascii="Times New Roman" w:hAnsi="Times New Roman" w:cs="Times New Roman"/>
          <w:color w:val="auto"/>
          <w:sz w:val="28"/>
          <w:szCs w:val="28"/>
        </w:rPr>
        <w:t xml:space="preserve"> от 06 октября </w:t>
      </w:r>
      <w:smartTag w:uri="urn:schemas-microsoft-com:office:smarttags" w:element="metricconverter">
        <w:smartTagPr>
          <w:attr w:name="ProductID" w:val="2003 г"/>
        </w:smartTagPr>
        <w:r w:rsidRPr="003D4781">
          <w:rPr>
            <w:rFonts w:ascii="Times New Roman" w:hAnsi="Times New Roman" w:cs="Times New Roman"/>
            <w:color w:val="auto"/>
            <w:sz w:val="28"/>
            <w:szCs w:val="28"/>
          </w:rPr>
          <w:t>2003 г</w:t>
        </w:r>
      </w:smartTag>
      <w:r w:rsidRPr="003D4781">
        <w:rPr>
          <w:rFonts w:ascii="Times New Roman" w:hAnsi="Times New Roman" w:cs="Times New Roman"/>
          <w:color w:val="auto"/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color w:val="auto"/>
          <w:sz w:val="28"/>
          <w:szCs w:val="28"/>
        </w:rPr>
        <w:t>статьей 17 Федерального закона</w:t>
      </w:r>
      <w:r w:rsidRPr="003D4781">
        <w:rPr>
          <w:rFonts w:ascii="Times New Roman" w:hAnsi="Times New Roman" w:cs="Times New Roman"/>
          <w:color w:val="auto"/>
          <w:sz w:val="28"/>
          <w:szCs w:val="28"/>
        </w:rPr>
        <w:t xml:space="preserve"> от 21 ноября </w:t>
      </w:r>
      <w:smartTag w:uri="urn:schemas-microsoft-com:office:smarttags" w:element="metricconverter">
        <w:smartTagPr>
          <w:attr w:name="ProductID" w:val="2011 г"/>
        </w:smartTagPr>
        <w:r w:rsidRPr="003D4781">
          <w:rPr>
            <w:rFonts w:ascii="Times New Roman" w:hAnsi="Times New Roman" w:cs="Times New Roman"/>
            <w:color w:val="auto"/>
            <w:sz w:val="28"/>
            <w:szCs w:val="28"/>
          </w:rPr>
          <w:t>2011 г</w:t>
        </w:r>
      </w:smartTag>
      <w:r w:rsidRPr="003D4781">
        <w:rPr>
          <w:rFonts w:ascii="Times New Roman" w:hAnsi="Times New Roman" w:cs="Times New Roman"/>
          <w:color w:val="auto"/>
          <w:sz w:val="28"/>
          <w:szCs w:val="28"/>
        </w:rPr>
        <w:t xml:space="preserve">. № 323-ФЗ «Об основах охраны здоровья граждан в Российской Федерации», </w:t>
      </w:r>
      <w:r>
        <w:rPr>
          <w:rFonts w:ascii="Times New Roman" w:hAnsi="Times New Roman" w:cs="Times New Roman"/>
          <w:color w:val="auto"/>
          <w:sz w:val="28"/>
          <w:szCs w:val="28"/>
        </w:rPr>
        <w:t>статьей 3 Закона</w:t>
      </w:r>
      <w:r w:rsidRPr="003D4781">
        <w:rPr>
          <w:rFonts w:ascii="Times New Roman" w:hAnsi="Times New Roman" w:cs="Times New Roman"/>
          <w:color w:val="auto"/>
          <w:sz w:val="28"/>
          <w:szCs w:val="28"/>
        </w:rPr>
        <w:t xml:space="preserve"> Пермского края от 23 ноября </w:t>
      </w:r>
      <w:smartTag w:uri="urn:schemas-microsoft-com:office:smarttags" w:element="metricconverter">
        <w:smartTagPr>
          <w:attr w:name="ProductID" w:val="2015 г"/>
        </w:smartTagPr>
        <w:r w:rsidRPr="003D4781">
          <w:rPr>
            <w:rFonts w:ascii="Times New Roman" w:hAnsi="Times New Roman" w:cs="Times New Roman"/>
            <w:color w:val="auto"/>
            <w:sz w:val="28"/>
            <w:szCs w:val="28"/>
          </w:rPr>
          <w:t>2015 г</w:t>
        </w:r>
      </w:smartTag>
      <w:r w:rsidRPr="003D4781">
        <w:rPr>
          <w:rFonts w:ascii="Times New Roman" w:hAnsi="Times New Roman" w:cs="Times New Roman"/>
          <w:color w:val="auto"/>
          <w:sz w:val="28"/>
          <w:szCs w:val="28"/>
        </w:rPr>
        <w:t xml:space="preserve">. № 573-ПК «Об охране здоровья граждан в Пермском крае»,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статьей 23 </w:t>
      </w:r>
      <w:r w:rsidRPr="00E83B45">
        <w:rPr>
          <w:rFonts w:ascii="Times New Roman" w:hAnsi="Times New Roman" w:cs="Times New Roman"/>
          <w:color w:val="auto"/>
          <w:sz w:val="28"/>
          <w:szCs w:val="28"/>
        </w:rPr>
        <w:t>Устава Соликамского городского округа,</w:t>
      </w:r>
    </w:p>
    <w:p w:rsidR="00615EAA" w:rsidRPr="0068015D" w:rsidRDefault="00615EAA" w:rsidP="0068015D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68015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Дума Соликамского городского округа РЕШИЛА:</w:t>
      </w:r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</w:p>
    <w:p w:rsidR="00615EAA" w:rsidRDefault="00615EAA" w:rsidP="0035471A">
      <w:pPr>
        <w:spacing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015D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1. </w:t>
      </w:r>
      <w:r w:rsidRPr="00EB07C3">
        <w:rPr>
          <w:rFonts w:ascii="Times New Roman" w:hAnsi="Times New Roman" w:cs="Times New Roman"/>
          <w:sz w:val="28"/>
          <w:szCs w:val="28"/>
        </w:rPr>
        <w:t xml:space="preserve">Утвердить прилагаемое Положение о </w:t>
      </w:r>
      <w:r>
        <w:rPr>
          <w:rFonts w:ascii="Times New Roman" w:hAnsi="Times New Roman" w:cs="Times New Roman"/>
          <w:sz w:val="28"/>
          <w:szCs w:val="28"/>
        </w:rPr>
        <w:t>порядке создания</w:t>
      </w:r>
      <w:r w:rsidRPr="00EB07C3">
        <w:rPr>
          <w:rFonts w:ascii="Times New Roman" w:hAnsi="Times New Roman" w:cs="Times New Roman"/>
          <w:sz w:val="28"/>
          <w:szCs w:val="28"/>
        </w:rPr>
        <w:t xml:space="preserve"> условий для оказания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07C3">
        <w:rPr>
          <w:rFonts w:ascii="Times New Roman" w:hAnsi="Times New Roman" w:cs="Times New Roman"/>
          <w:sz w:val="28"/>
          <w:szCs w:val="28"/>
        </w:rPr>
        <w:t xml:space="preserve">медицинской помощи населению на территории </w:t>
      </w:r>
      <w:r>
        <w:rPr>
          <w:rFonts w:ascii="Times New Roman" w:hAnsi="Times New Roman" w:cs="Times New Roman"/>
          <w:sz w:val="28"/>
          <w:szCs w:val="28"/>
        </w:rPr>
        <w:t>Соликам</w:t>
      </w:r>
      <w:r w:rsidRPr="00EB07C3">
        <w:rPr>
          <w:rFonts w:ascii="Times New Roman" w:hAnsi="Times New Roman" w:cs="Times New Roman"/>
          <w:sz w:val="28"/>
          <w:szCs w:val="28"/>
        </w:rPr>
        <w:t>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615EAA" w:rsidRPr="00CB4A4E" w:rsidRDefault="00615EAA" w:rsidP="004000E5">
      <w:pPr>
        <w:widowControl w:val="0"/>
        <w:autoSpaceDE w:val="0"/>
        <w:autoSpaceDN w:val="0"/>
        <w:spacing w:after="480" w:line="360" w:lineRule="exact"/>
        <w:ind w:firstLine="709"/>
        <w:jc w:val="both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68015D">
        <w:rPr>
          <w:rFonts w:ascii="Times New Roman" w:hAnsi="Times New Roman" w:cs="Times New Roman"/>
          <w:color w:val="auto"/>
          <w:sz w:val="28"/>
          <w:szCs w:val="28"/>
        </w:rPr>
        <w:t xml:space="preserve">. Настоящее решение вступает в силу после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дня </w:t>
      </w:r>
      <w:r w:rsidRPr="0068015D">
        <w:rPr>
          <w:rFonts w:ascii="Times New Roman" w:hAnsi="Times New Roman" w:cs="Times New Roman"/>
          <w:color w:val="auto"/>
          <w:sz w:val="28"/>
          <w:szCs w:val="28"/>
        </w:rPr>
        <w:t>его официального опубликования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в газете «Соликамский рабочий».</w:t>
      </w:r>
    </w:p>
    <w:p w:rsidR="00615EAA" w:rsidRPr="0068015D" w:rsidRDefault="00615EAA" w:rsidP="0068015D">
      <w:pPr>
        <w:autoSpaceDE w:val="0"/>
        <w:autoSpaceDN w:val="0"/>
        <w:adjustRightInd w:val="0"/>
        <w:spacing w:line="240" w:lineRule="exac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8015D">
        <w:rPr>
          <w:rFonts w:ascii="Times New Roman" w:hAnsi="Times New Roman" w:cs="Times New Roman"/>
          <w:color w:val="auto"/>
          <w:sz w:val="28"/>
          <w:szCs w:val="28"/>
        </w:rPr>
        <w:t>Председатель Думы</w:t>
      </w:r>
      <w:r w:rsidRPr="0068015D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hAnsi="Times New Roman" w:cs="Times New Roman"/>
          <w:color w:val="auto"/>
          <w:sz w:val="28"/>
          <w:szCs w:val="28"/>
        </w:rPr>
        <w:tab/>
        <w:t>Глава городского округа –</w:t>
      </w:r>
    </w:p>
    <w:p w:rsidR="00615EAA" w:rsidRPr="0068015D" w:rsidRDefault="00615EAA" w:rsidP="0068015D">
      <w:pPr>
        <w:autoSpaceDE w:val="0"/>
        <w:autoSpaceDN w:val="0"/>
        <w:adjustRightInd w:val="0"/>
        <w:spacing w:line="240" w:lineRule="exac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8015D">
        <w:rPr>
          <w:rFonts w:ascii="Times New Roman" w:hAnsi="Times New Roman" w:cs="Times New Roman"/>
          <w:color w:val="auto"/>
          <w:sz w:val="28"/>
          <w:szCs w:val="28"/>
        </w:rPr>
        <w:t>Соликамского городского округа</w:t>
      </w:r>
      <w:r w:rsidRPr="0068015D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hAnsi="Times New Roman" w:cs="Times New Roman"/>
          <w:color w:val="auto"/>
          <w:sz w:val="28"/>
          <w:szCs w:val="28"/>
        </w:rPr>
        <w:tab/>
        <w:t>глава администрации Соликамского</w:t>
      </w:r>
    </w:p>
    <w:p w:rsidR="00615EAA" w:rsidRPr="0068015D" w:rsidRDefault="00615EAA" w:rsidP="0068015D">
      <w:pPr>
        <w:autoSpaceDE w:val="0"/>
        <w:autoSpaceDN w:val="0"/>
        <w:adjustRightInd w:val="0"/>
        <w:spacing w:line="240" w:lineRule="exac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8015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8015D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hAnsi="Times New Roman" w:cs="Times New Roman"/>
          <w:color w:val="auto"/>
          <w:sz w:val="28"/>
          <w:szCs w:val="28"/>
        </w:rPr>
        <w:tab/>
        <w:t>городского округа</w:t>
      </w:r>
    </w:p>
    <w:p w:rsidR="00615EAA" w:rsidRPr="0068015D" w:rsidRDefault="00615EAA" w:rsidP="0068015D">
      <w:pPr>
        <w:autoSpaceDE w:val="0"/>
        <w:autoSpaceDN w:val="0"/>
        <w:adjustRightInd w:val="0"/>
        <w:spacing w:line="240" w:lineRule="exac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  <w:t xml:space="preserve"> И.Г.Мингазеев</w:t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  <w:t xml:space="preserve">     Е.Н.Самоук</w:t>
      </w:r>
      <w:r w:rsidRPr="0068015D">
        <w:rPr>
          <w:rFonts w:ascii="Times New Roman" w:hAnsi="Times New Roman" w:cs="Times New Roman"/>
          <w:color w:val="auto"/>
          <w:sz w:val="28"/>
          <w:szCs w:val="28"/>
        </w:rPr>
        <w:t>ов</w:t>
      </w:r>
    </w:p>
    <w:p w:rsidR="00615EAA" w:rsidRDefault="00615EAA" w:rsidP="0068015D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68015D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hAnsi="Times New Roman" w:cs="Times New Roman"/>
          <w:color w:val="auto"/>
          <w:sz w:val="28"/>
          <w:szCs w:val="28"/>
        </w:rPr>
        <w:tab/>
        <w:t xml:space="preserve">       </w:t>
      </w:r>
      <w:r w:rsidRPr="0068015D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hAnsi="Times New Roman" w:cs="Times New Roman"/>
          <w:color w:val="auto"/>
          <w:sz w:val="28"/>
          <w:szCs w:val="28"/>
        </w:rPr>
        <w:tab/>
      </w:r>
    </w:p>
    <w:p w:rsidR="00615EAA" w:rsidRDefault="00615EAA" w:rsidP="0068015D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615EAA" w:rsidRDefault="00615EAA" w:rsidP="0068015D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615EAA" w:rsidRDefault="00615EAA" w:rsidP="0068015D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615EAA" w:rsidRDefault="00615EAA" w:rsidP="0068015D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615EAA" w:rsidRDefault="00615EAA" w:rsidP="0068015D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615EAA" w:rsidRDefault="00615EAA" w:rsidP="0068015D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615EAA" w:rsidRDefault="00615EAA" w:rsidP="0068015D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615EAA" w:rsidRDefault="00615EAA" w:rsidP="0068015D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615EAA" w:rsidRDefault="00615EAA" w:rsidP="0068015D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615EAA" w:rsidRDefault="00615EAA" w:rsidP="0068015D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615EAA" w:rsidRDefault="00615EAA" w:rsidP="0068015D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615EAA" w:rsidRDefault="00615EAA" w:rsidP="000A7422">
      <w:pPr>
        <w:spacing w:line="240" w:lineRule="exact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615EAA" w:rsidRDefault="00615EAA" w:rsidP="001713A4">
      <w:pPr>
        <w:spacing w:line="240" w:lineRule="exact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Думы Соликамского </w:t>
      </w:r>
    </w:p>
    <w:p w:rsidR="00615EAA" w:rsidRDefault="00615EAA" w:rsidP="001713A4">
      <w:pPr>
        <w:spacing w:line="240" w:lineRule="exact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615EAA" w:rsidRPr="001713A4" w:rsidRDefault="00615EAA" w:rsidP="0032242D">
      <w:pPr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 №____</w:t>
      </w:r>
    </w:p>
    <w:p w:rsidR="00615EAA" w:rsidRDefault="00615EAA" w:rsidP="0032242D">
      <w:pPr>
        <w:spacing w:before="48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13A4">
        <w:rPr>
          <w:rFonts w:ascii="Times New Roman" w:hAnsi="Times New Roman" w:cs="Times New Roman"/>
          <w:b/>
          <w:sz w:val="28"/>
          <w:szCs w:val="28"/>
        </w:rPr>
        <w:t>ПОЛОЖЕНИЕ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5EAA" w:rsidRDefault="00615EAA" w:rsidP="006E0DA7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ПОРЯДКЕ СОЗДАНИЯ УСЛОВИЙ ДЛЯ ОКАЗАНИЯ МЕДИЦИНСКОЙ ПОМОЩИ НАСЕЛЕНИЮ НА ТЕРРИТОРИИ СОЛИКАМСКОГО                   ГОРОДСКОГО ОКРУГА</w:t>
      </w:r>
    </w:p>
    <w:p w:rsidR="00615EAA" w:rsidRPr="00A6705E" w:rsidRDefault="00615EAA" w:rsidP="0032242D">
      <w:pPr>
        <w:spacing w:before="240" w:after="24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smartTag w:uri="urn:schemas-microsoft-com:office:smarttags" w:element="place">
        <w:r>
          <w:rPr>
            <w:rFonts w:ascii="Times New Roman" w:hAnsi="Times New Roman" w:cs="Times New Roman"/>
            <w:b/>
            <w:sz w:val="28"/>
            <w:szCs w:val="28"/>
            <w:lang w:val="en-US"/>
          </w:rPr>
          <w:t>I</w:t>
        </w:r>
        <w:r w:rsidRPr="00A6705E">
          <w:rPr>
            <w:rFonts w:ascii="Times New Roman" w:hAnsi="Times New Roman" w:cs="Times New Roman"/>
            <w:b/>
            <w:sz w:val="28"/>
            <w:szCs w:val="28"/>
          </w:rPr>
          <w:t>.</w:t>
        </w:r>
      </w:smartTag>
      <w:r w:rsidRPr="00A6705E">
        <w:rPr>
          <w:rFonts w:ascii="Times New Roman" w:hAnsi="Times New Roman" w:cs="Times New Roman"/>
          <w:b/>
          <w:sz w:val="28"/>
          <w:szCs w:val="28"/>
        </w:rPr>
        <w:t xml:space="preserve"> ОБЩИЕ ПОЛОЖЕНИЯ</w:t>
      </w:r>
    </w:p>
    <w:p w:rsidR="00615EAA" w:rsidRPr="002763DA" w:rsidRDefault="00615EAA" w:rsidP="00FC2C43">
      <w:pPr>
        <w:spacing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63DA">
        <w:rPr>
          <w:rFonts w:ascii="Times New Roman" w:hAnsi="Times New Roman" w:cs="Times New Roman"/>
          <w:sz w:val="28"/>
          <w:szCs w:val="28"/>
        </w:rPr>
        <w:t>1.1. Настоящее Положение в соответствии с пунктом 1 статьи 17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21 ноября </w:t>
      </w:r>
      <w:smartTag w:uri="urn:schemas-microsoft-com:office:smarttags" w:element="metricconverter">
        <w:smartTagPr>
          <w:attr w:name="ProductID" w:val="2011 г"/>
        </w:smartTagPr>
        <w:r w:rsidRPr="002763DA">
          <w:rPr>
            <w:rFonts w:ascii="Times New Roman" w:hAnsi="Times New Roman" w:cs="Times New Roman"/>
            <w:sz w:val="28"/>
            <w:szCs w:val="28"/>
          </w:rPr>
          <w:t>2011</w:t>
        </w:r>
        <w:r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 w:cs="Times New Roman"/>
          <w:sz w:val="28"/>
          <w:szCs w:val="28"/>
        </w:rPr>
        <w:t>.</w:t>
      </w:r>
      <w:r w:rsidRPr="002763DA">
        <w:rPr>
          <w:rFonts w:ascii="Times New Roman" w:hAnsi="Times New Roman" w:cs="Times New Roman"/>
          <w:sz w:val="28"/>
          <w:szCs w:val="28"/>
        </w:rPr>
        <w:t xml:space="preserve"> № 323-ФЗ «Об основах охраны здоровья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граждан в Российской Федерации» определяет порядок создания условий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оказания медицинской помощи на</w:t>
      </w:r>
      <w:r>
        <w:rPr>
          <w:rFonts w:ascii="Times New Roman" w:hAnsi="Times New Roman" w:cs="Times New Roman"/>
          <w:sz w:val="28"/>
          <w:szCs w:val="28"/>
        </w:rPr>
        <w:t>селению на территории Соликам</w:t>
      </w:r>
      <w:r w:rsidRPr="002763DA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2763DA">
        <w:rPr>
          <w:rFonts w:ascii="Times New Roman" w:hAnsi="Times New Roman" w:cs="Times New Roman"/>
          <w:sz w:val="28"/>
          <w:szCs w:val="28"/>
        </w:rPr>
        <w:t>.</w:t>
      </w:r>
    </w:p>
    <w:p w:rsidR="00615EAA" w:rsidRPr="002763DA" w:rsidRDefault="00615EAA" w:rsidP="00FC2C43">
      <w:pPr>
        <w:spacing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63DA">
        <w:rPr>
          <w:rFonts w:ascii="Times New Roman" w:hAnsi="Times New Roman" w:cs="Times New Roman"/>
          <w:sz w:val="28"/>
          <w:szCs w:val="28"/>
        </w:rPr>
        <w:t xml:space="preserve">1.2. В </w:t>
      </w:r>
      <w:r>
        <w:rPr>
          <w:rFonts w:ascii="Times New Roman" w:hAnsi="Times New Roman" w:cs="Times New Roman"/>
          <w:sz w:val="28"/>
          <w:szCs w:val="28"/>
        </w:rPr>
        <w:t xml:space="preserve">Соликамском </w:t>
      </w:r>
      <w:r w:rsidRPr="002763DA">
        <w:rPr>
          <w:rFonts w:ascii="Times New Roman" w:hAnsi="Times New Roman" w:cs="Times New Roman"/>
          <w:sz w:val="28"/>
          <w:szCs w:val="28"/>
        </w:rPr>
        <w:t>городском округе создаются следующие условия для оказания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медицинской помощи населению:</w:t>
      </w:r>
    </w:p>
    <w:p w:rsidR="00615EAA" w:rsidRDefault="00615EAA" w:rsidP="00865C9A">
      <w:pPr>
        <w:spacing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63DA">
        <w:rPr>
          <w:rFonts w:ascii="Times New Roman" w:hAnsi="Times New Roman" w:cs="Times New Roman"/>
          <w:sz w:val="28"/>
          <w:szCs w:val="28"/>
        </w:rPr>
        <w:t>1.2.1. создание условий для оказания медицинской помощи населению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соответствии с территориальной программой государственных гарантий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бесплатного оказания гражданам медицинской помощи и Законом Пермского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края от 2</w:t>
      </w:r>
      <w:r>
        <w:rPr>
          <w:rFonts w:ascii="Times New Roman" w:hAnsi="Times New Roman" w:cs="Times New Roman"/>
          <w:sz w:val="28"/>
          <w:szCs w:val="28"/>
        </w:rPr>
        <w:t xml:space="preserve">3 ноября </w:t>
      </w:r>
      <w:smartTag w:uri="urn:schemas-microsoft-com:office:smarttags" w:element="metricconverter">
        <w:smartTagPr>
          <w:attr w:name="ProductID" w:val="2011 г"/>
        </w:smartTagPr>
        <w:r w:rsidRPr="002763DA">
          <w:rPr>
            <w:rFonts w:ascii="Times New Roman" w:hAnsi="Times New Roman" w:cs="Times New Roman"/>
            <w:sz w:val="28"/>
            <w:szCs w:val="28"/>
          </w:rPr>
          <w:t>2015</w:t>
        </w:r>
        <w:r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 w:cs="Times New Roman"/>
          <w:sz w:val="28"/>
          <w:szCs w:val="28"/>
        </w:rPr>
        <w:t>.</w:t>
      </w:r>
      <w:r w:rsidRPr="002763DA">
        <w:rPr>
          <w:rFonts w:ascii="Times New Roman" w:hAnsi="Times New Roman" w:cs="Times New Roman"/>
          <w:sz w:val="28"/>
          <w:szCs w:val="28"/>
        </w:rPr>
        <w:t xml:space="preserve"> № 573-ПК «Об охране здоровья граждан в Пермском крае»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пределах полномочий, установленн</w:t>
      </w:r>
      <w:r>
        <w:rPr>
          <w:rFonts w:ascii="Times New Roman" w:hAnsi="Times New Roman" w:cs="Times New Roman"/>
          <w:sz w:val="28"/>
          <w:szCs w:val="28"/>
        </w:rPr>
        <w:t xml:space="preserve">ых Федеральным законом от 06 октября </w:t>
      </w:r>
      <w:smartTag w:uri="urn:schemas-microsoft-com:office:smarttags" w:element="metricconverter">
        <w:smartTagPr>
          <w:attr w:name="ProductID" w:val="2011 г"/>
        </w:smartTagPr>
        <w:r w:rsidRPr="002763DA">
          <w:rPr>
            <w:rFonts w:ascii="Times New Roman" w:hAnsi="Times New Roman" w:cs="Times New Roman"/>
            <w:sz w:val="28"/>
            <w:szCs w:val="28"/>
          </w:rPr>
          <w:t>2003</w:t>
        </w:r>
        <w:r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 w:cs="Times New Roman"/>
          <w:sz w:val="28"/>
          <w:szCs w:val="28"/>
        </w:rPr>
        <w:t>.</w:t>
      </w:r>
      <w:r w:rsidRPr="002763DA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Федерации»;</w:t>
      </w:r>
    </w:p>
    <w:p w:rsidR="00615EAA" w:rsidRPr="002763DA" w:rsidRDefault="00615EAA" w:rsidP="00FC2C43">
      <w:pPr>
        <w:spacing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63DA">
        <w:rPr>
          <w:rFonts w:ascii="Times New Roman" w:hAnsi="Times New Roman" w:cs="Times New Roman"/>
          <w:sz w:val="28"/>
          <w:szCs w:val="28"/>
        </w:rPr>
        <w:t xml:space="preserve">1.2.2. информирование населения </w:t>
      </w:r>
      <w:r>
        <w:rPr>
          <w:rFonts w:ascii="Times New Roman" w:hAnsi="Times New Roman" w:cs="Times New Roman"/>
          <w:sz w:val="28"/>
          <w:szCs w:val="28"/>
        </w:rPr>
        <w:t xml:space="preserve">Соликамского </w:t>
      </w:r>
      <w:r w:rsidRPr="002763DA">
        <w:rPr>
          <w:rFonts w:ascii="Times New Roman" w:hAnsi="Times New Roman" w:cs="Times New Roman"/>
          <w:sz w:val="28"/>
          <w:szCs w:val="28"/>
        </w:rPr>
        <w:t>городского округа, в том числе через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средства массовой информации, о возможности распространения социально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значимых заболеваний и заболеваний, представляющих опасность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 xml:space="preserve">окружающих,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Соликамского </w:t>
      </w:r>
      <w:r w:rsidRPr="002763DA">
        <w:rPr>
          <w:rFonts w:ascii="Times New Roman" w:hAnsi="Times New Roman" w:cs="Times New Roman"/>
          <w:sz w:val="28"/>
          <w:szCs w:val="28"/>
        </w:rPr>
        <w:t>городского округа, осуществляемое на 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ежегодных статистических данных, а также информирование об угрозе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возникновения и о возникновении эпидемий в соответствии с законом Пермского</w:t>
      </w:r>
      <w:r>
        <w:rPr>
          <w:rFonts w:ascii="Times New Roman" w:hAnsi="Times New Roman" w:cs="Times New Roman"/>
          <w:sz w:val="28"/>
          <w:szCs w:val="28"/>
        </w:rPr>
        <w:t xml:space="preserve"> края от 23 ноября </w:t>
      </w:r>
      <w:smartTag w:uri="urn:schemas-microsoft-com:office:smarttags" w:element="metricconverter">
        <w:smartTagPr>
          <w:attr w:name="ProductID" w:val="2011 г"/>
        </w:smartTagPr>
        <w:r w:rsidRPr="002763DA">
          <w:rPr>
            <w:rFonts w:ascii="Times New Roman" w:hAnsi="Times New Roman" w:cs="Times New Roman"/>
            <w:sz w:val="28"/>
            <w:szCs w:val="28"/>
          </w:rPr>
          <w:t>2015</w:t>
        </w:r>
        <w:r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 w:cs="Times New Roman"/>
          <w:sz w:val="28"/>
          <w:szCs w:val="28"/>
        </w:rPr>
        <w:t>.</w:t>
      </w:r>
      <w:r w:rsidRPr="002763DA">
        <w:rPr>
          <w:rFonts w:ascii="Times New Roman" w:hAnsi="Times New Roman" w:cs="Times New Roman"/>
          <w:sz w:val="28"/>
          <w:szCs w:val="28"/>
        </w:rPr>
        <w:t xml:space="preserve"> № 573-ПК «Об охране здоровья граждан в Пермском крае»;</w:t>
      </w:r>
    </w:p>
    <w:p w:rsidR="00615EAA" w:rsidRPr="002763DA" w:rsidRDefault="00615EAA" w:rsidP="00FC2C43">
      <w:pPr>
        <w:spacing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63DA">
        <w:rPr>
          <w:rFonts w:ascii="Times New Roman" w:hAnsi="Times New Roman" w:cs="Times New Roman"/>
          <w:sz w:val="28"/>
          <w:szCs w:val="28"/>
        </w:rPr>
        <w:t>1.</w:t>
      </w:r>
      <w:r w:rsidRPr="008836B9">
        <w:rPr>
          <w:rFonts w:ascii="Times New Roman" w:hAnsi="Times New Roman" w:cs="Times New Roman"/>
          <w:sz w:val="28"/>
          <w:szCs w:val="28"/>
        </w:rPr>
        <w:t>2.3. участие в санитарно-гигиеническом просвещении населения и пропаганде донорства</w:t>
      </w:r>
      <w:r w:rsidRPr="002763DA">
        <w:rPr>
          <w:rFonts w:ascii="Times New Roman" w:hAnsi="Times New Roman" w:cs="Times New Roman"/>
          <w:sz w:val="28"/>
          <w:szCs w:val="28"/>
        </w:rPr>
        <w:t xml:space="preserve"> крови и (или) ее компонентов;</w:t>
      </w:r>
    </w:p>
    <w:p w:rsidR="00615EAA" w:rsidRPr="002763DA" w:rsidRDefault="00615EAA" w:rsidP="00FC2C43">
      <w:pPr>
        <w:spacing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63DA">
        <w:rPr>
          <w:rFonts w:ascii="Times New Roman" w:hAnsi="Times New Roman" w:cs="Times New Roman"/>
          <w:sz w:val="28"/>
          <w:szCs w:val="28"/>
        </w:rPr>
        <w:t xml:space="preserve">1.2.4. участие в реализации на территории </w:t>
      </w:r>
      <w:r>
        <w:rPr>
          <w:rFonts w:ascii="Times New Roman" w:hAnsi="Times New Roman" w:cs="Times New Roman"/>
          <w:sz w:val="28"/>
          <w:szCs w:val="28"/>
        </w:rPr>
        <w:t>Соликамского</w:t>
      </w:r>
      <w:r w:rsidRPr="002763DA">
        <w:rPr>
          <w:rFonts w:ascii="Times New Roman" w:hAnsi="Times New Roman" w:cs="Times New Roman"/>
          <w:sz w:val="28"/>
          <w:szCs w:val="28"/>
        </w:rPr>
        <w:t xml:space="preserve"> городского округа мероприятий,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направленных на спасение жизни и сохранение здоровья людей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чрезвычайных ситуациях, информирование населения о медико-санитарной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обстановке в зоне чрезвычайной ситуации и о принимаемых мерах;</w:t>
      </w:r>
    </w:p>
    <w:p w:rsidR="00615EAA" w:rsidRDefault="00615EAA" w:rsidP="00FC2C43">
      <w:pPr>
        <w:spacing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63DA">
        <w:rPr>
          <w:rFonts w:ascii="Times New Roman" w:hAnsi="Times New Roman" w:cs="Times New Roman"/>
          <w:sz w:val="28"/>
          <w:szCs w:val="28"/>
        </w:rPr>
        <w:t xml:space="preserve">1.2.5. реализация на территории </w:t>
      </w:r>
      <w:r>
        <w:rPr>
          <w:rFonts w:ascii="Times New Roman" w:hAnsi="Times New Roman" w:cs="Times New Roman"/>
          <w:sz w:val="28"/>
          <w:szCs w:val="28"/>
        </w:rPr>
        <w:t>Соликамского</w:t>
      </w:r>
      <w:r w:rsidRPr="002763DA">
        <w:rPr>
          <w:rFonts w:ascii="Times New Roman" w:hAnsi="Times New Roman" w:cs="Times New Roman"/>
          <w:sz w:val="28"/>
          <w:szCs w:val="28"/>
        </w:rPr>
        <w:t xml:space="preserve"> городского округа мероприятий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профилактике заболеваний и формированию здорового образа жизни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Законом Пермского края от 23 ноября </w:t>
      </w:r>
      <w:smartTag w:uri="urn:schemas-microsoft-com:office:smarttags" w:element="metricconverter">
        <w:smartTagPr>
          <w:attr w:name="ProductID" w:val="2011 г"/>
        </w:smartTagPr>
        <w:r w:rsidRPr="002763DA">
          <w:rPr>
            <w:rFonts w:ascii="Times New Roman" w:hAnsi="Times New Roman" w:cs="Times New Roman"/>
            <w:sz w:val="28"/>
            <w:szCs w:val="28"/>
          </w:rPr>
          <w:t>2015</w:t>
        </w:r>
        <w:r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 w:cs="Times New Roman"/>
          <w:sz w:val="28"/>
          <w:szCs w:val="28"/>
        </w:rPr>
        <w:t>.</w:t>
      </w:r>
      <w:r w:rsidRPr="002763DA">
        <w:rPr>
          <w:rFonts w:ascii="Times New Roman" w:hAnsi="Times New Roman" w:cs="Times New Roman"/>
          <w:sz w:val="28"/>
          <w:szCs w:val="28"/>
        </w:rPr>
        <w:t xml:space="preserve"> № 573-ПК «Об охране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зд</w:t>
      </w:r>
      <w:r>
        <w:rPr>
          <w:rFonts w:ascii="Times New Roman" w:hAnsi="Times New Roman" w:cs="Times New Roman"/>
          <w:sz w:val="28"/>
          <w:szCs w:val="28"/>
        </w:rPr>
        <w:t>оровья граждан в Пермском крае»;</w:t>
      </w:r>
    </w:p>
    <w:p w:rsidR="00615EAA" w:rsidRDefault="00615EAA" w:rsidP="00C95B65">
      <w:pPr>
        <w:spacing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1.2.6. обеспечения </w:t>
      </w:r>
      <w:r w:rsidRPr="000B7D49">
        <w:rPr>
          <w:rFonts w:ascii="Times New Roman" w:hAnsi="Times New Roman" w:cs="Times New Roman"/>
          <w:sz w:val="28"/>
          <w:szCs w:val="28"/>
        </w:rPr>
        <w:t>транспортной</w:t>
      </w:r>
      <w:r>
        <w:rPr>
          <w:rFonts w:ascii="Times New Roman" w:hAnsi="Times New Roman" w:cs="Times New Roman"/>
          <w:sz w:val="28"/>
          <w:szCs w:val="28"/>
        </w:rPr>
        <w:t xml:space="preserve"> доступности </w:t>
      </w:r>
      <w:r w:rsidRPr="000B7D49">
        <w:rPr>
          <w:rFonts w:ascii="Times New Roman" w:hAnsi="Times New Roman" w:cs="Times New Roman"/>
          <w:sz w:val="28"/>
          <w:szCs w:val="28"/>
        </w:rPr>
        <w:t>медицинских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7D49">
        <w:rPr>
          <w:rFonts w:ascii="Times New Roman" w:hAnsi="Times New Roman" w:cs="Times New Roman"/>
          <w:sz w:val="28"/>
          <w:szCs w:val="28"/>
        </w:rPr>
        <w:t>организаций, расположенных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7D49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территории Соликамского городского округа</w:t>
      </w:r>
      <w:r w:rsidRPr="002F0B71">
        <w:rPr>
          <w:rFonts w:ascii="Times New Roman" w:hAnsi="Times New Roman" w:cs="Times New Roman"/>
          <w:sz w:val="28"/>
          <w:szCs w:val="28"/>
        </w:rPr>
        <w:t>;</w:t>
      </w:r>
    </w:p>
    <w:p w:rsidR="00615EAA" w:rsidRDefault="00615EAA" w:rsidP="00FC2C43">
      <w:pPr>
        <w:spacing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1.2.7. </w:t>
      </w:r>
      <w:r w:rsidRPr="00C95B65">
        <w:rPr>
          <w:rFonts w:ascii="Times New Roman" w:hAnsi="Times New Roman" w:cs="Times New Roman"/>
          <w:sz w:val="28"/>
          <w:szCs w:val="28"/>
        </w:rPr>
        <w:t>установления мер социальной поддержки медицинских работников медицинских организаций, осуществляющих деятельность на территории Соликамского городского округа, в целях привлечения указанных лиц для ра</w:t>
      </w:r>
      <w:r>
        <w:rPr>
          <w:rFonts w:ascii="Times New Roman" w:hAnsi="Times New Roman" w:cs="Times New Roman"/>
          <w:sz w:val="28"/>
          <w:szCs w:val="28"/>
        </w:rPr>
        <w:t>боты в медицинских организациях.</w:t>
      </w:r>
    </w:p>
    <w:p w:rsidR="00615EAA" w:rsidRDefault="00615EAA" w:rsidP="00610FD8">
      <w:pPr>
        <w:spacing w:after="24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63DA">
        <w:rPr>
          <w:rFonts w:ascii="Times New Roman" w:hAnsi="Times New Roman" w:cs="Times New Roman"/>
          <w:sz w:val="28"/>
          <w:szCs w:val="28"/>
        </w:rPr>
        <w:t>1.3. Финансирование деятельности по созданию условий для оказания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медицинской помощи населению осуществляется за счет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Соликамского </w:t>
      </w:r>
      <w:r w:rsidRPr="002763DA">
        <w:rPr>
          <w:rFonts w:ascii="Times New Roman" w:hAnsi="Times New Roman" w:cs="Times New Roman"/>
          <w:sz w:val="28"/>
          <w:szCs w:val="28"/>
        </w:rPr>
        <w:t>городского округа.</w:t>
      </w:r>
    </w:p>
    <w:p w:rsidR="00615EAA" w:rsidRPr="00A6705E" w:rsidRDefault="00615EAA" w:rsidP="00A6705E">
      <w:pPr>
        <w:spacing w:before="240" w:after="24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A6705E">
        <w:rPr>
          <w:rFonts w:ascii="Times New Roman" w:hAnsi="Times New Roman" w:cs="Times New Roman"/>
          <w:b/>
          <w:sz w:val="28"/>
          <w:szCs w:val="28"/>
        </w:rPr>
        <w:t xml:space="preserve">. КОМПЕТЕНЦИЯ ОРГАНОВ МЕСТНОГО САМОУПРАВЛЕНИЯ СОЛИКАМСКОГО ГОРОДСКОГО ОКРУГА ПО СОЗДАНИЮ УСЛОВИЙ ДЛЯ ОКАЗАНИЯ МЕДИЦИНСКОЙ ПОМОЩИ НАЕСЛЕНИЮ </w:t>
      </w:r>
    </w:p>
    <w:p w:rsidR="00615EAA" w:rsidRPr="002763DA" w:rsidRDefault="00615EAA" w:rsidP="00A6705E">
      <w:pPr>
        <w:spacing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Дума Соликам</w:t>
      </w:r>
      <w:r w:rsidRPr="002763DA">
        <w:rPr>
          <w:rFonts w:ascii="Times New Roman" w:hAnsi="Times New Roman" w:cs="Times New Roman"/>
          <w:sz w:val="28"/>
          <w:szCs w:val="28"/>
        </w:rPr>
        <w:t>ского г</w:t>
      </w:r>
      <w:r>
        <w:rPr>
          <w:rFonts w:ascii="Times New Roman" w:hAnsi="Times New Roman" w:cs="Times New Roman"/>
          <w:sz w:val="28"/>
          <w:szCs w:val="28"/>
        </w:rPr>
        <w:t xml:space="preserve">ородского округа </w:t>
      </w:r>
      <w:r w:rsidRPr="002763DA">
        <w:rPr>
          <w:rFonts w:ascii="Times New Roman" w:hAnsi="Times New Roman" w:cs="Times New Roman"/>
          <w:sz w:val="28"/>
          <w:szCs w:val="28"/>
        </w:rPr>
        <w:t>осуществляет контроль за исполнением настоящего Положения и решений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 xml:space="preserve">в сфере создания условий для оказания медицинской </w:t>
      </w:r>
      <w:r>
        <w:rPr>
          <w:rFonts w:ascii="Times New Roman" w:hAnsi="Times New Roman" w:cs="Times New Roman"/>
          <w:sz w:val="28"/>
          <w:szCs w:val="28"/>
        </w:rPr>
        <w:t>помощи населению через заслушивание отчетов по итогам года, представленных администрацией Соликамского городского округа.</w:t>
      </w:r>
    </w:p>
    <w:p w:rsidR="00615EAA" w:rsidRPr="002763DA" w:rsidRDefault="00615EAA" w:rsidP="00A6705E">
      <w:pPr>
        <w:spacing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Администрация Соликамс</w:t>
      </w:r>
      <w:r w:rsidRPr="002763DA">
        <w:rPr>
          <w:rFonts w:ascii="Times New Roman" w:hAnsi="Times New Roman" w:cs="Times New Roman"/>
          <w:sz w:val="28"/>
          <w:szCs w:val="28"/>
        </w:rPr>
        <w:t>кого городского округа (далее – администрация):</w:t>
      </w:r>
    </w:p>
    <w:p w:rsidR="00615EAA" w:rsidRPr="003A0F19" w:rsidRDefault="00615EAA" w:rsidP="00A6705E">
      <w:pPr>
        <w:spacing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63DA">
        <w:rPr>
          <w:rFonts w:ascii="Times New Roman" w:hAnsi="Times New Roman" w:cs="Times New Roman"/>
          <w:sz w:val="28"/>
          <w:szCs w:val="28"/>
        </w:rPr>
        <w:t xml:space="preserve">2.2.1. </w:t>
      </w:r>
      <w:r w:rsidRPr="003A0F19">
        <w:rPr>
          <w:rFonts w:ascii="Times New Roman" w:hAnsi="Times New Roman" w:cs="Times New Roman"/>
          <w:sz w:val="28"/>
          <w:szCs w:val="28"/>
        </w:rPr>
        <w:t>обеспечивает создание условий для оказания медицинской помощи</w:t>
      </w:r>
    </w:p>
    <w:p w:rsidR="00615EAA" w:rsidRPr="002763DA" w:rsidRDefault="00615EAA" w:rsidP="00A6705E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A0F19">
        <w:rPr>
          <w:rFonts w:ascii="Times New Roman" w:hAnsi="Times New Roman" w:cs="Times New Roman"/>
          <w:sz w:val="28"/>
          <w:szCs w:val="28"/>
        </w:rPr>
        <w:t>населению в рамках полномочий,</w:t>
      </w:r>
      <w:r>
        <w:rPr>
          <w:rFonts w:ascii="Times New Roman" w:hAnsi="Times New Roman" w:cs="Times New Roman"/>
          <w:sz w:val="28"/>
          <w:szCs w:val="28"/>
        </w:rPr>
        <w:t xml:space="preserve"> установленных статьей</w:t>
      </w:r>
      <w:r w:rsidRPr="002763DA">
        <w:rPr>
          <w:rFonts w:ascii="Times New Roman" w:hAnsi="Times New Roman" w:cs="Times New Roman"/>
          <w:sz w:val="28"/>
          <w:szCs w:val="28"/>
        </w:rPr>
        <w:t xml:space="preserve"> 17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от 21 ноября </w:t>
      </w:r>
      <w:smartTag w:uri="urn:schemas-microsoft-com:office:smarttags" w:element="metricconverter">
        <w:smartTagPr>
          <w:attr w:name="ProductID" w:val="2011 г"/>
        </w:smartTagPr>
        <w:r w:rsidRPr="002763DA">
          <w:rPr>
            <w:rFonts w:ascii="Times New Roman" w:hAnsi="Times New Roman" w:cs="Times New Roman"/>
            <w:sz w:val="28"/>
            <w:szCs w:val="28"/>
          </w:rPr>
          <w:t>2011</w:t>
        </w:r>
        <w:r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2763DA">
        <w:rPr>
          <w:rFonts w:ascii="Times New Roman" w:hAnsi="Times New Roman" w:cs="Times New Roman"/>
          <w:sz w:val="28"/>
          <w:szCs w:val="28"/>
        </w:rPr>
        <w:t xml:space="preserve"> № 323-ФЗ «Об основах охраны здоровья граждан в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Федерации»;</w:t>
      </w:r>
    </w:p>
    <w:p w:rsidR="00615EAA" w:rsidRPr="002763DA" w:rsidRDefault="00615EAA" w:rsidP="00A6705E">
      <w:pPr>
        <w:spacing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63DA">
        <w:rPr>
          <w:rFonts w:ascii="Times New Roman" w:hAnsi="Times New Roman" w:cs="Times New Roman"/>
          <w:sz w:val="28"/>
          <w:szCs w:val="28"/>
        </w:rPr>
        <w:t>2.2.2. осуществляет разработку, утверждение, финансирование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реализацию муниципальных программ в области охраны здоровья;</w:t>
      </w:r>
    </w:p>
    <w:p w:rsidR="00615EAA" w:rsidRPr="002763DA" w:rsidRDefault="00615EAA" w:rsidP="0032242D">
      <w:pPr>
        <w:spacing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63DA">
        <w:rPr>
          <w:rFonts w:ascii="Times New Roman" w:hAnsi="Times New Roman" w:cs="Times New Roman"/>
          <w:sz w:val="28"/>
          <w:szCs w:val="28"/>
        </w:rPr>
        <w:t>2.2.3. создает координационные и совещательные органы администрации в</w:t>
      </w:r>
    </w:p>
    <w:p w:rsidR="00615EAA" w:rsidRPr="002763DA" w:rsidRDefault="00615EAA" w:rsidP="0032242D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763DA">
        <w:rPr>
          <w:rFonts w:ascii="Times New Roman" w:hAnsi="Times New Roman" w:cs="Times New Roman"/>
          <w:sz w:val="28"/>
          <w:szCs w:val="28"/>
        </w:rPr>
        <w:t>сфере охраны здоровья;</w:t>
      </w:r>
    </w:p>
    <w:p w:rsidR="00615EAA" w:rsidRPr="002763DA" w:rsidRDefault="00615EAA" w:rsidP="0032242D">
      <w:pPr>
        <w:spacing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63DA">
        <w:rPr>
          <w:rFonts w:ascii="Times New Roman" w:hAnsi="Times New Roman" w:cs="Times New Roman"/>
          <w:sz w:val="28"/>
          <w:szCs w:val="28"/>
        </w:rPr>
        <w:t>2.2.4. осуществляет сбор информации о текущей ситуации, о тенденциях и</w:t>
      </w:r>
    </w:p>
    <w:p w:rsidR="00615EAA" w:rsidRPr="002763DA" w:rsidRDefault="00615EAA" w:rsidP="0032242D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763DA">
        <w:rPr>
          <w:rFonts w:ascii="Times New Roman" w:hAnsi="Times New Roman" w:cs="Times New Roman"/>
          <w:sz w:val="28"/>
          <w:szCs w:val="28"/>
        </w:rPr>
        <w:t>проблемах, об объемах, качестве и доступности медицинской помощи населению</w:t>
      </w:r>
      <w:r>
        <w:rPr>
          <w:rFonts w:ascii="Times New Roman" w:hAnsi="Times New Roman" w:cs="Times New Roman"/>
          <w:sz w:val="28"/>
          <w:szCs w:val="28"/>
        </w:rPr>
        <w:t xml:space="preserve"> Соликамского городского округа в порядке, установленном администрацией;</w:t>
      </w:r>
    </w:p>
    <w:p w:rsidR="00615EAA" w:rsidRPr="002763DA" w:rsidRDefault="00615EAA" w:rsidP="0032242D">
      <w:pPr>
        <w:spacing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63DA">
        <w:rPr>
          <w:rFonts w:ascii="Times New Roman" w:hAnsi="Times New Roman" w:cs="Times New Roman"/>
          <w:sz w:val="28"/>
          <w:szCs w:val="28"/>
        </w:rPr>
        <w:t>2.2.5. изучает общественное мнение по вопросам доступности и качества</w:t>
      </w:r>
    </w:p>
    <w:p w:rsidR="00615EAA" w:rsidRPr="002763DA" w:rsidRDefault="00615EAA" w:rsidP="0032242D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763DA">
        <w:rPr>
          <w:rFonts w:ascii="Times New Roman" w:hAnsi="Times New Roman" w:cs="Times New Roman"/>
          <w:sz w:val="28"/>
          <w:szCs w:val="28"/>
        </w:rPr>
        <w:t xml:space="preserve">медицинской помощи населению в </w:t>
      </w:r>
      <w:r>
        <w:rPr>
          <w:rFonts w:ascii="Times New Roman" w:hAnsi="Times New Roman" w:cs="Times New Roman"/>
          <w:sz w:val="28"/>
          <w:szCs w:val="28"/>
        </w:rPr>
        <w:t xml:space="preserve">Соликамском </w:t>
      </w:r>
      <w:r w:rsidRPr="002763DA">
        <w:rPr>
          <w:rFonts w:ascii="Times New Roman" w:hAnsi="Times New Roman" w:cs="Times New Roman"/>
          <w:sz w:val="28"/>
          <w:szCs w:val="28"/>
        </w:rPr>
        <w:t>городском округе.</w:t>
      </w:r>
    </w:p>
    <w:p w:rsidR="00615EAA" w:rsidRDefault="00615EAA" w:rsidP="005E3BB0">
      <w:pPr>
        <w:spacing w:line="360" w:lineRule="exact"/>
        <w:ind w:firstLine="708"/>
        <w:jc w:val="both"/>
      </w:pPr>
      <w:r w:rsidRPr="002763DA">
        <w:rPr>
          <w:rFonts w:ascii="Times New Roman" w:hAnsi="Times New Roman" w:cs="Times New Roman"/>
          <w:sz w:val="28"/>
          <w:szCs w:val="28"/>
        </w:rPr>
        <w:t>2.3. Администрация осуществляет взаимодействие с органами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государственной власти Пермского края, медицинскими организациями,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общественными объединениями, должностными лицами, гражданами, в целях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обеспечения прав граждан в сфере охраны здоровья, в том числе повышения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 xml:space="preserve">качества и доступности медицинской помощи населению </w:t>
      </w:r>
      <w:r>
        <w:rPr>
          <w:rFonts w:ascii="Times New Roman" w:hAnsi="Times New Roman" w:cs="Times New Roman"/>
          <w:sz w:val="28"/>
          <w:szCs w:val="28"/>
        </w:rPr>
        <w:t xml:space="preserve">Соликамского </w:t>
      </w:r>
      <w:r w:rsidRPr="002763DA">
        <w:rPr>
          <w:rFonts w:ascii="Times New Roman" w:hAnsi="Times New Roman" w:cs="Times New Roman"/>
          <w:sz w:val="28"/>
          <w:szCs w:val="28"/>
        </w:rPr>
        <w:t>городского округа.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15EAA" w:rsidSect="00987295">
      <w:footerReference w:type="default" r:id="rId7"/>
      <w:type w:val="continuous"/>
      <w:pgSz w:w="11905" w:h="16837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EAA" w:rsidRDefault="00615EAA" w:rsidP="00F81A0A">
      <w:r>
        <w:separator/>
      </w:r>
    </w:p>
  </w:endnote>
  <w:endnote w:type="continuationSeparator" w:id="0">
    <w:p w:rsidR="00615EAA" w:rsidRDefault="00615EAA" w:rsidP="00F81A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EAA" w:rsidRPr="005849F3" w:rsidRDefault="00615EAA">
    <w:pPr>
      <w:pStyle w:val="Foo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EAA" w:rsidRDefault="00615EAA"/>
  </w:footnote>
  <w:footnote w:type="continuationSeparator" w:id="0">
    <w:p w:rsidR="00615EAA" w:rsidRDefault="00615EA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83016"/>
    <w:multiLevelType w:val="multilevel"/>
    <w:tmpl w:val="540A76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7C5254C"/>
    <w:multiLevelType w:val="hybridMultilevel"/>
    <w:tmpl w:val="2304B7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1A0A"/>
    <w:rsid w:val="00003F71"/>
    <w:rsid w:val="0001042B"/>
    <w:rsid w:val="0001153D"/>
    <w:rsid w:val="000131E8"/>
    <w:rsid w:val="00023B5A"/>
    <w:rsid w:val="00034E4B"/>
    <w:rsid w:val="0004210C"/>
    <w:rsid w:val="00061420"/>
    <w:rsid w:val="00084FB0"/>
    <w:rsid w:val="00091D8A"/>
    <w:rsid w:val="00091E4A"/>
    <w:rsid w:val="000A19D1"/>
    <w:rsid w:val="000A7422"/>
    <w:rsid w:val="000B042A"/>
    <w:rsid w:val="000B2916"/>
    <w:rsid w:val="000B3861"/>
    <w:rsid w:val="000B7D49"/>
    <w:rsid w:val="000E1367"/>
    <w:rsid w:val="000E353A"/>
    <w:rsid w:val="000F384E"/>
    <w:rsid w:val="00103CBF"/>
    <w:rsid w:val="0013325F"/>
    <w:rsid w:val="00157206"/>
    <w:rsid w:val="001713A4"/>
    <w:rsid w:val="00171CC6"/>
    <w:rsid w:val="00172A14"/>
    <w:rsid w:val="0019675F"/>
    <w:rsid w:val="001C1A81"/>
    <w:rsid w:val="001C5335"/>
    <w:rsid w:val="001D32BE"/>
    <w:rsid w:val="001D6174"/>
    <w:rsid w:val="001D6829"/>
    <w:rsid w:val="001E76E6"/>
    <w:rsid w:val="001F0EDC"/>
    <w:rsid w:val="00202B02"/>
    <w:rsid w:val="00202C8E"/>
    <w:rsid w:val="002178C4"/>
    <w:rsid w:val="0022066D"/>
    <w:rsid w:val="0023223D"/>
    <w:rsid w:val="00235614"/>
    <w:rsid w:val="002424FC"/>
    <w:rsid w:val="00254BE1"/>
    <w:rsid w:val="00255CC4"/>
    <w:rsid w:val="00261475"/>
    <w:rsid w:val="00265A96"/>
    <w:rsid w:val="00274192"/>
    <w:rsid w:val="002763DA"/>
    <w:rsid w:val="00276903"/>
    <w:rsid w:val="00282751"/>
    <w:rsid w:val="002868DF"/>
    <w:rsid w:val="00287F32"/>
    <w:rsid w:val="002A0243"/>
    <w:rsid w:val="002A366D"/>
    <w:rsid w:val="002A3F2C"/>
    <w:rsid w:val="002B0572"/>
    <w:rsid w:val="002B7C4E"/>
    <w:rsid w:val="002E168E"/>
    <w:rsid w:val="002E5A17"/>
    <w:rsid w:val="002E76A0"/>
    <w:rsid w:val="002F053C"/>
    <w:rsid w:val="002F0B71"/>
    <w:rsid w:val="002F6C8D"/>
    <w:rsid w:val="002F7551"/>
    <w:rsid w:val="00311905"/>
    <w:rsid w:val="00314A9C"/>
    <w:rsid w:val="00315D44"/>
    <w:rsid w:val="0032242D"/>
    <w:rsid w:val="003234B9"/>
    <w:rsid w:val="00340C99"/>
    <w:rsid w:val="00341720"/>
    <w:rsid w:val="003420F5"/>
    <w:rsid w:val="00342F9C"/>
    <w:rsid w:val="0034639B"/>
    <w:rsid w:val="003516A7"/>
    <w:rsid w:val="0035471A"/>
    <w:rsid w:val="00361CB6"/>
    <w:rsid w:val="003635EC"/>
    <w:rsid w:val="00363883"/>
    <w:rsid w:val="003A0F19"/>
    <w:rsid w:val="003A4F8E"/>
    <w:rsid w:val="003B50BC"/>
    <w:rsid w:val="003D24DC"/>
    <w:rsid w:val="003D4781"/>
    <w:rsid w:val="003E059B"/>
    <w:rsid w:val="003F1337"/>
    <w:rsid w:val="004000E5"/>
    <w:rsid w:val="00402D57"/>
    <w:rsid w:val="004140BB"/>
    <w:rsid w:val="0041764C"/>
    <w:rsid w:val="00431B11"/>
    <w:rsid w:val="00436990"/>
    <w:rsid w:val="00436F45"/>
    <w:rsid w:val="004444D2"/>
    <w:rsid w:val="00473801"/>
    <w:rsid w:val="00477A9D"/>
    <w:rsid w:val="00490DE2"/>
    <w:rsid w:val="00496930"/>
    <w:rsid w:val="004A47DB"/>
    <w:rsid w:val="004B5399"/>
    <w:rsid w:val="004C7842"/>
    <w:rsid w:val="004E3862"/>
    <w:rsid w:val="004E5B87"/>
    <w:rsid w:val="004F5AF4"/>
    <w:rsid w:val="004F6B00"/>
    <w:rsid w:val="004F74F5"/>
    <w:rsid w:val="005042EE"/>
    <w:rsid w:val="00511EDA"/>
    <w:rsid w:val="00522D70"/>
    <w:rsid w:val="0052492E"/>
    <w:rsid w:val="00535BCA"/>
    <w:rsid w:val="005400EB"/>
    <w:rsid w:val="005613AB"/>
    <w:rsid w:val="005849F3"/>
    <w:rsid w:val="0058712C"/>
    <w:rsid w:val="00597FEF"/>
    <w:rsid w:val="005B012B"/>
    <w:rsid w:val="005D0AF9"/>
    <w:rsid w:val="005D0CA8"/>
    <w:rsid w:val="005D7983"/>
    <w:rsid w:val="005E303B"/>
    <w:rsid w:val="005E3BB0"/>
    <w:rsid w:val="005F17C5"/>
    <w:rsid w:val="005F4A02"/>
    <w:rsid w:val="00610FD8"/>
    <w:rsid w:val="0061538D"/>
    <w:rsid w:val="00615EAA"/>
    <w:rsid w:val="00617FB0"/>
    <w:rsid w:val="0062250F"/>
    <w:rsid w:val="00630FA6"/>
    <w:rsid w:val="00631B43"/>
    <w:rsid w:val="00641C25"/>
    <w:rsid w:val="0064501A"/>
    <w:rsid w:val="006509AE"/>
    <w:rsid w:val="00652F0B"/>
    <w:rsid w:val="00653EE7"/>
    <w:rsid w:val="00662BB5"/>
    <w:rsid w:val="00670434"/>
    <w:rsid w:val="0067135F"/>
    <w:rsid w:val="006746C5"/>
    <w:rsid w:val="00676963"/>
    <w:rsid w:val="0068015D"/>
    <w:rsid w:val="00685DCE"/>
    <w:rsid w:val="00696DCA"/>
    <w:rsid w:val="006B0EDB"/>
    <w:rsid w:val="006B2732"/>
    <w:rsid w:val="006C4AF8"/>
    <w:rsid w:val="006C65C4"/>
    <w:rsid w:val="006D49B0"/>
    <w:rsid w:val="006D7A03"/>
    <w:rsid w:val="006E0DA7"/>
    <w:rsid w:val="007030F7"/>
    <w:rsid w:val="00712EDC"/>
    <w:rsid w:val="00721A7B"/>
    <w:rsid w:val="00732B69"/>
    <w:rsid w:val="00752EDF"/>
    <w:rsid w:val="00782457"/>
    <w:rsid w:val="00787964"/>
    <w:rsid w:val="007923EB"/>
    <w:rsid w:val="007B1D26"/>
    <w:rsid w:val="007B528B"/>
    <w:rsid w:val="007D1C78"/>
    <w:rsid w:val="007D4C20"/>
    <w:rsid w:val="007D590C"/>
    <w:rsid w:val="007E71F9"/>
    <w:rsid w:val="007F649E"/>
    <w:rsid w:val="007F6D83"/>
    <w:rsid w:val="008013C9"/>
    <w:rsid w:val="00832B56"/>
    <w:rsid w:val="0083781F"/>
    <w:rsid w:val="008546BA"/>
    <w:rsid w:val="0086262E"/>
    <w:rsid w:val="00865C9A"/>
    <w:rsid w:val="008836B9"/>
    <w:rsid w:val="008909BE"/>
    <w:rsid w:val="00892F59"/>
    <w:rsid w:val="008B5938"/>
    <w:rsid w:val="008E6C1D"/>
    <w:rsid w:val="008E761E"/>
    <w:rsid w:val="00902CE3"/>
    <w:rsid w:val="00920D8A"/>
    <w:rsid w:val="00936597"/>
    <w:rsid w:val="009417B0"/>
    <w:rsid w:val="00946C63"/>
    <w:rsid w:val="0095311A"/>
    <w:rsid w:val="00966D33"/>
    <w:rsid w:val="00984201"/>
    <w:rsid w:val="00986ADC"/>
    <w:rsid w:val="00987295"/>
    <w:rsid w:val="009B6515"/>
    <w:rsid w:val="009C1DDF"/>
    <w:rsid w:val="009C4EA7"/>
    <w:rsid w:val="009D5E7E"/>
    <w:rsid w:val="009E4694"/>
    <w:rsid w:val="009F0915"/>
    <w:rsid w:val="009F18D5"/>
    <w:rsid w:val="009F1D69"/>
    <w:rsid w:val="009F2CBF"/>
    <w:rsid w:val="00A30BE5"/>
    <w:rsid w:val="00A355DC"/>
    <w:rsid w:val="00A51E7E"/>
    <w:rsid w:val="00A52EC6"/>
    <w:rsid w:val="00A6705E"/>
    <w:rsid w:val="00A85829"/>
    <w:rsid w:val="00A85DA8"/>
    <w:rsid w:val="00A9440C"/>
    <w:rsid w:val="00AA1EBB"/>
    <w:rsid w:val="00AA3E9E"/>
    <w:rsid w:val="00AB3BB8"/>
    <w:rsid w:val="00AD4195"/>
    <w:rsid w:val="00AE1689"/>
    <w:rsid w:val="00AE2B48"/>
    <w:rsid w:val="00AE6BB5"/>
    <w:rsid w:val="00B31B68"/>
    <w:rsid w:val="00B3407E"/>
    <w:rsid w:val="00B4780B"/>
    <w:rsid w:val="00B558B1"/>
    <w:rsid w:val="00B62576"/>
    <w:rsid w:val="00B76FB1"/>
    <w:rsid w:val="00BC0C09"/>
    <w:rsid w:val="00BC7C7E"/>
    <w:rsid w:val="00BD1251"/>
    <w:rsid w:val="00BE512E"/>
    <w:rsid w:val="00BF4416"/>
    <w:rsid w:val="00BF563D"/>
    <w:rsid w:val="00C0701A"/>
    <w:rsid w:val="00C359AE"/>
    <w:rsid w:val="00C606D7"/>
    <w:rsid w:val="00C60C16"/>
    <w:rsid w:val="00C857EA"/>
    <w:rsid w:val="00C85AFA"/>
    <w:rsid w:val="00C86617"/>
    <w:rsid w:val="00C90781"/>
    <w:rsid w:val="00C95B65"/>
    <w:rsid w:val="00CB1821"/>
    <w:rsid w:val="00CB4A4E"/>
    <w:rsid w:val="00CB6B57"/>
    <w:rsid w:val="00CC45AC"/>
    <w:rsid w:val="00CC51C0"/>
    <w:rsid w:val="00CD7929"/>
    <w:rsid w:val="00CE082B"/>
    <w:rsid w:val="00CE3BE0"/>
    <w:rsid w:val="00CE7424"/>
    <w:rsid w:val="00CF3F29"/>
    <w:rsid w:val="00CF7D5A"/>
    <w:rsid w:val="00D01AA1"/>
    <w:rsid w:val="00D0577C"/>
    <w:rsid w:val="00D112B9"/>
    <w:rsid w:val="00D14082"/>
    <w:rsid w:val="00D2488E"/>
    <w:rsid w:val="00D66AC5"/>
    <w:rsid w:val="00D96F92"/>
    <w:rsid w:val="00DA0323"/>
    <w:rsid w:val="00DA252C"/>
    <w:rsid w:val="00DB6426"/>
    <w:rsid w:val="00DC5A84"/>
    <w:rsid w:val="00DE5014"/>
    <w:rsid w:val="00DE50B3"/>
    <w:rsid w:val="00E12DB7"/>
    <w:rsid w:val="00E13D78"/>
    <w:rsid w:val="00E25B17"/>
    <w:rsid w:val="00E34F7D"/>
    <w:rsid w:val="00E54D41"/>
    <w:rsid w:val="00E62672"/>
    <w:rsid w:val="00E75F65"/>
    <w:rsid w:val="00E81E15"/>
    <w:rsid w:val="00E83B45"/>
    <w:rsid w:val="00EA386F"/>
    <w:rsid w:val="00EA61DA"/>
    <w:rsid w:val="00EB07C3"/>
    <w:rsid w:val="00EB526A"/>
    <w:rsid w:val="00ED150B"/>
    <w:rsid w:val="00EE3C64"/>
    <w:rsid w:val="00EE65C6"/>
    <w:rsid w:val="00EF0171"/>
    <w:rsid w:val="00EF47F9"/>
    <w:rsid w:val="00F03A42"/>
    <w:rsid w:val="00F139EE"/>
    <w:rsid w:val="00F21129"/>
    <w:rsid w:val="00F27F3F"/>
    <w:rsid w:val="00F314A0"/>
    <w:rsid w:val="00F47B73"/>
    <w:rsid w:val="00F47E4A"/>
    <w:rsid w:val="00F507C4"/>
    <w:rsid w:val="00F50BD1"/>
    <w:rsid w:val="00F55AE4"/>
    <w:rsid w:val="00F734C8"/>
    <w:rsid w:val="00F73FF8"/>
    <w:rsid w:val="00F81A0A"/>
    <w:rsid w:val="00F8479C"/>
    <w:rsid w:val="00F92F01"/>
    <w:rsid w:val="00FA4564"/>
    <w:rsid w:val="00FC15CA"/>
    <w:rsid w:val="00FC2C43"/>
    <w:rsid w:val="00FC5381"/>
    <w:rsid w:val="00FE7021"/>
    <w:rsid w:val="00FF517E"/>
    <w:rsid w:val="00FF6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A0A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81A0A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F81A0A"/>
    <w:rPr>
      <w:rFonts w:ascii="Times New Roman" w:hAnsi="Times New Roman" w:cs="Times New Roman"/>
      <w:spacing w:val="0"/>
      <w:sz w:val="22"/>
      <w:szCs w:val="22"/>
    </w:rPr>
  </w:style>
  <w:style w:type="character" w:customStyle="1" w:styleId="1">
    <w:name w:val="Заголовок №1_"/>
    <w:basedOn w:val="DefaultParagraphFont"/>
    <w:link w:val="10"/>
    <w:uiPriority w:val="99"/>
    <w:locked/>
    <w:rsid w:val="00F81A0A"/>
    <w:rPr>
      <w:rFonts w:ascii="Times New Roman" w:hAnsi="Times New Roman" w:cs="Times New Roman"/>
      <w:spacing w:val="0"/>
      <w:sz w:val="26"/>
      <w:szCs w:val="26"/>
    </w:rPr>
  </w:style>
  <w:style w:type="character" w:customStyle="1" w:styleId="a">
    <w:name w:val="Основной текст_"/>
    <w:basedOn w:val="DefaultParagraphFont"/>
    <w:link w:val="11"/>
    <w:uiPriority w:val="99"/>
    <w:locked/>
    <w:rsid w:val="00F81A0A"/>
    <w:rPr>
      <w:rFonts w:ascii="Times New Roman" w:hAnsi="Times New Roman" w:cs="Times New Roman"/>
      <w:spacing w:val="0"/>
      <w:sz w:val="26"/>
      <w:szCs w:val="26"/>
    </w:rPr>
  </w:style>
  <w:style w:type="paragraph" w:customStyle="1" w:styleId="20">
    <w:name w:val="Основной текст (2)"/>
    <w:basedOn w:val="Normal"/>
    <w:link w:val="2"/>
    <w:uiPriority w:val="99"/>
    <w:rsid w:val="00F81A0A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Normal"/>
    <w:link w:val="1"/>
    <w:uiPriority w:val="99"/>
    <w:rsid w:val="00F81A0A"/>
    <w:pPr>
      <w:shd w:val="clear" w:color="auto" w:fill="FFFFFF"/>
      <w:spacing w:after="420" w:line="240" w:lineRule="atLeast"/>
      <w:outlineLvl w:val="0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Normal"/>
    <w:link w:val="a"/>
    <w:uiPriority w:val="99"/>
    <w:rsid w:val="00F81A0A"/>
    <w:pPr>
      <w:shd w:val="clear" w:color="auto" w:fill="FFFFFF"/>
      <w:spacing w:before="420" w:after="240" w:line="322" w:lineRule="exact"/>
      <w:jc w:val="both"/>
    </w:pPr>
    <w:rPr>
      <w:rFonts w:ascii="Times New Roman" w:hAnsi="Times New Roman" w:cs="Times New Roman"/>
      <w:sz w:val="26"/>
      <w:szCs w:val="26"/>
    </w:rPr>
  </w:style>
  <w:style w:type="table" w:styleId="TableGrid">
    <w:name w:val="Table Grid"/>
    <w:basedOn w:val="TableNormal"/>
    <w:uiPriority w:val="99"/>
    <w:rsid w:val="00BC0C0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ED150B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rsid w:val="005849F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849F3"/>
    <w:rPr>
      <w:rFonts w:cs="Times New Roman"/>
      <w:color w:val="000000"/>
    </w:rPr>
  </w:style>
  <w:style w:type="paragraph" w:styleId="Footer">
    <w:name w:val="footer"/>
    <w:basedOn w:val="Normal"/>
    <w:link w:val="FooterChar"/>
    <w:uiPriority w:val="99"/>
    <w:rsid w:val="005849F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849F3"/>
    <w:rPr>
      <w:rFonts w:cs="Times New 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rsid w:val="00D01A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01AA1"/>
    <w:rPr>
      <w:rFonts w:ascii="Tahoma" w:hAnsi="Tahoma" w:cs="Tahoma"/>
      <w:color w:val="000000"/>
      <w:sz w:val="16"/>
      <w:szCs w:val="16"/>
    </w:rPr>
  </w:style>
  <w:style w:type="paragraph" w:styleId="ListParagraph">
    <w:name w:val="List Paragraph"/>
    <w:basedOn w:val="Normal"/>
    <w:uiPriority w:val="99"/>
    <w:qFormat/>
    <w:rsid w:val="00CB4A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4</Pages>
  <Words>855</Words>
  <Characters>4877</Characters>
  <Application>Microsoft Office Outlook</Application>
  <DocSecurity>0</DocSecurity>
  <Lines>0</Lines>
  <Paragraphs>0</Paragraphs>
  <ScaleCrop>false</ScaleCrop>
  <Company>AdmSolkam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2022-11-21T11:52:00Z</cp:lastPrinted>
  <dcterms:created xsi:type="dcterms:W3CDTF">2022-12-26T05:13:00Z</dcterms:created>
  <dcterms:modified xsi:type="dcterms:W3CDTF">2023-01-20T06:21:00Z</dcterms:modified>
</cp:coreProperties>
</file>