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EF3" w:rsidRPr="005B53E5" w:rsidRDefault="00AC1EF3" w:rsidP="006F0C0A">
      <w:pPr>
        <w:spacing w:line="240" w:lineRule="exact"/>
        <w:ind w:left="7080" w:firstLine="708"/>
        <w:jc w:val="right"/>
        <w:rPr>
          <w:rFonts w:ascii="Times New Roman" w:hAnsi="Times New Roman"/>
          <w:sz w:val="28"/>
          <w:szCs w:val="28"/>
        </w:rPr>
      </w:pPr>
      <w:r w:rsidRPr="005B53E5">
        <w:rPr>
          <w:rFonts w:ascii="Times New Roman" w:hAnsi="Times New Roman"/>
          <w:sz w:val="28"/>
          <w:szCs w:val="28"/>
        </w:rPr>
        <w:t>Проект</w:t>
      </w:r>
    </w:p>
    <w:p w:rsidR="00AC1EF3" w:rsidRPr="005B53E5" w:rsidRDefault="00AC1EF3" w:rsidP="006F0C0A">
      <w:pPr>
        <w:spacing w:after="0" w:line="240" w:lineRule="exact"/>
        <w:ind w:left="3958"/>
        <w:jc w:val="right"/>
        <w:rPr>
          <w:rFonts w:ascii="Times New Roman" w:hAnsi="Times New Roman"/>
          <w:b/>
          <w:sz w:val="28"/>
          <w:szCs w:val="28"/>
        </w:rPr>
      </w:pPr>
      <w:r w:rsidRPr="005B53E5">
        <w:rPr>
          <w:rFonts w:ascii="Times New Roman" w:hAnsi="Times New Roman"/>
          <w:sz w:val="28"/>
          <w:szCs w:val="28"/>
        </w:rPr>
        <w:t>Внесен</w:t>
      </w:r>
      <w:r w:rsidRPr="005B53E5">
        <w:rPr>
          <w:rFonts w:ascii="Times New Roman" w:hAnsi="Times New Roman"/>
          <w:b/>
          <w:sz w:val="28"/>
          <w:szCs w:val="28"/>
        </w:rPr>
        <w:t xml:space="preserve"> </w:t>
      </w:r>
      <w:r w:rsidRPr="005B53E5">
        <w:rPr>
          <w:rFonts w:ascii="Times New Roman" w:hAnsi="Times New Roman"/>
          <w:sz w:val="28"/>
          <w:szCs w:val="28"/>
        </w:rPr>
        <w:t>постоянной депутатской комиссией по местному самоуправлению, регламенту и депутатской этике Думы Соликамского городского округа</w:t>
      </w:r>
    </w:p>
    <w:p w:rsidR="00AC1EF3" w:rsidRPr="005B53E5" w:rsidRDefault="00AC1EF3" w:rsidP="006F0C0A">
      <w:pPr>
        <w:spacing w:line="240" w:lineRule="exact"/>
        <w:ind w:firstLine="8"/>
        <w:jc w:val="both"/>
        <w:rPr>
          <w:rFonts w:ascii="Times New Roman" w:hAnsi="Times New Roman"/>
          <w:b/>
          <w:sz w:val="28"/>
          <w:szCs w:val="28"/>
        </w:rPr>
      </w:pPr>
    </w:p>
    <w:p w:rsidR="00AC1EF3" w:rsidRPr="005B53E5" w:rsidRDefault="00AC1EF3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AC1EF3" w:rsidRPr="005B53E5" w:rsidRDefault="00AC1EF3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AC1EF3" w:rsidRPr="005B53E5" w:rsidRDefault="00AC1EF3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AC1EF3" w:rsidRPr="005B53E5" w:rsidRDefault="00AC1EF3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AC1EF3" w:rsidRPr="005B53E5" w:rsidRDefault="00AC1EF3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AC1EF3" w:rsidRPr="005B53E5" w:rsidRDefault="00AC1EF3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AC1EF3" w:rsidRPr="005B53E5" w:rsidRDefault="00AC1EF3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AC1EF3" w:rsidRPr="005B53E5" w:rsidRDefault="00AC1EF3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AC1EF3" w:rsidRPr="005B53E5" w:rsidRDefault="00AC1EF3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AC1EF3" w:rsidRPr="005B53E5" w:rsidRDefault="00AC1EF3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AC1EF3" w:rsidRPr="005B53E5" w:rsidRDefault="00AC1EF3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AC1EF3" w:rsidRPr="00F74126" w:rsidRDefault="00AC1EF3" w:rsidP="005B53E5">
      <w:pPr>
        <w:pStyle w:val="ConsPlusTitle"/>
        <w:suppressAutoHyphens/>
        <w:spacing w:before="480" w:after="480" w:line="240" w:lineRule="exact"/>
        <w:ind w:right="38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Положение</w:t>
      </w:r>
      <w:r w:rsidRPr="005B53E5">
        <w:rPr>
          <w:rFonts w:ascii="Times New Roman" w:hAnsi="Times New Roman" w:cs="Times New Roman"/>
          <w:sz w:val="28"/>
          <w:szCs w:val="28"/>
        </w:rPr>
        <w:t xml:space="preserve"> о представлении гражданами, претендующими на замещение должностей </w:t>
      </w:r>
      <w:r w:rsidRPr="00F74126">
        <w:rPr>
          <w:rFonts w:ascii="Times New Roman" w:hAnsi="Times New Roman" w:cs="Times New Roman"/>
          <w:sz w:val="28"/>
          <w:szCs w:val="28"/>
        </w:rPr>
        <w:t>муниципальной службы в Думе Соликамского городского округа, и муниципальными служащими Думы Соликамского городского округа сведений о доходах, расходах, 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>, утвержденное решением Думы Соликамского городского округа от 24.02.2021 № 852</w:t>
      </w:r>
    </w:p>
    <w:p w:rsidR="00AC1EF3" w:rsidRPr="0073106D" w:rsidRDefault="00AC1EF3" w:rsidP="00E46C4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F74126">
        <w:rPr>
          <w:rFonts w:ascii="Times New Roman" w:hAnsi="Times New Roman"/>
          <w:sz w:val="28"/>
          <w:szCs w:val="28"/>
        </w:rPr>
        <w:t xml:space="preserve">В соответствии с федеральными законами Российской Федерации от 2 марта </w:t>
      </w:r>
      <w:smartTag w:uri="urn:schemas-microsoft-com:office:smarttags" w:element="metricconverter">
        <w:smartTagPr>
          <w:attr w:name="ProductID" w:val="2007 г"/>
        </w:smartTagPr>
        <w:r w:rsidRPr="00F74126">
          <w:rPr>
            <w:rFonts w:ascii="Times New Roman" w:hAnsi="Times New Roman"/>
            <w:sz w:val="28"/>
            <w:szCs w:val="28"/>
          </w:rPr>
          <w:t>2007 г</w:t>
        </w:r>
      </w:smartTag>
      <w:r w:rsidRPr="00F74126">
        <w:rPr>
          <w:rFonts w:ascii="Times New Roman" w:hAnsi="Times New Roman"/>
          <w:sz w:val="28"/>
          <w:szCs w:val="28"/>
        </w:rPr>
        <w:t xml:space="preserve">. № 25-ФЗ «О муниципальной службе в Российской Федерации», от 25 декабря </w:t>
      </w:r>
      <w:smartTag w:uri="urn:schemas-microsoft-com:office:smarttags" w:element="metricconverter">
        <w:smartTagPr>
          <w:attr w:name="ProductID" w:val="2008 г"/>
        </w:smartTagPr>
        <w:r w:rsidRPr="00F74126">
          <w:rPr>
            <w:rFonts w:ascii="Times New Roman" w:hAnsi="Times New Roman"/>
            <w:sz w:val="28"/>
            <w:szCs w:val="28"/>
          </w:rPr>
          <w:t>2008 г</w:t>
        </w:r>
      </w:smartTag>
      <w:r w:rsidRPr="00F74126">
        <w:rPr>
          <w:rFonts w:ascii="Times New Roman" w:hAnsi="Times New Roman"/>
          <w:sz w:val="28"/>
          <w:szCs w:val="28"/>
        </w:rPr>
        <w:t xml:space="preserve">. № 273-ФЗ «О противодействии коррупции», </w:t>
      </w:r>
      <w:hyperlink r:id="rId7" w:history="1">
        <w:r w:rsidRPr="00F74126">
          <w:rPr>
            <w:rFonts w:ascii="Times New Roman" w:hAnsi="Times New Roman"/>
            <w:sz w:val="28"/>
            <w:szCs w:val="28"/>
            <w:lang w:eastAsia="ru-RU"/>
          </w:rPr>
          <w:t>закон</w:t>
        </w:r>
      </w:hyperlink>
      <w:r w:rsidRPr="00F74126">
        <w:rPr>
          <w:rFonts w:ascii="Times New Roman" w:hAnsi="Times New Roman"/>
          <w:sz w:val="28"/>
          <w:szCs w:val="28"/>
        </w:rPr>
        <w:t>ами</w:t>
      </w:r>
      <w:r w:rsidRPr="0073106D">
        <w:rPr>
          <w:rFonts w:ascii="Times New Roman" w:hAnsi="Times New Roman"/>
          <w:sz w:val="28"/>
          <w:szCs w:val="28"/>
          <w:lang w:eastAsia="ru-RU"/>
        </w:rPr>
        <w:t xml:space="preserve"> Пермского края от 4 мая </w:t>
      </w:r>
      <w:smartTag w:uri="urn:schemas-microsoft-com:office:smarttags" w:element="metricconverter">
        <w:smartTagPr>
          <w:attr w:name="ProductID" w:val="2008 г"/>
        </w:smartTagPr>
        <w:r w:rsidRPr="0073106D">
          <w:rPr>
            <w:rFonts w:ascii="Times New Roman" w:hAnsi="Times New Roman"/>
            <w:sz w:val="28"/>
            <w:szCs w:val="28"/>
            <w:lang w:eastAsia="ru-RU"/>
          </w:rPr>
          <w:t>2008 г</w:t>
        </w:r>
      </w:smartTag>
      <w:r w:rsidRPr="0073106D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№ 228-ПК «</w:t>
      </w:r>
      <w:r w:rsidRPr="0073106D">
        <w:rPr>
          <w:rFonts w:ascii="Times New Roman" w:hAnsi="Times New Roman"/>
          <w:sz w:val="28"/>
          <w:szCs w:val="28"/>
          <w:lang w:eastAsia="ru-RU"/>
        </w:rPr>
        <w:t>О муниципальной служб</w:t>
      </w:r>
      <w:r>
        <w:rPr>
          <w:rFonts w:ascii="Times New Roman" w:hAnsi="Times New Roman"/>
          <w:sz w:val="28"/>
          <w:szCs w:val="28"/>
          <w:lang w:eastAsia="ru-RU"/>
        </w:rPr>
        <w:t>е в Пермском крае»</w:t>
      </w:r>
      <w:r w:rsidRPr="0073106D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Pr="0073106D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 октября </w:t>
      </w:r>
      <w:smartTag w:uri="urn:schemas-microsoft-com:office:smarttags" w:element="metricconverter">
        <w:smartTagPr>
          <w:attr w:name="ProductID" w:val="2009 г"/>
        </w:smartTagPr>
        <w:r w:rsidRPr="0073106D">
          <w:rPr>
            <w:rFonts w:ascii="Times New Roman" w:hAnsi="Times New Roman"/>
            <w:sz w:val="28"/>
            <w:szCs w:val="28"/>
            <w:lang w:eastAsia="ru-RU"/>
          </w:rPr>
          <w:t>2009</w:t>
        </w:r>
        <w:r>
          <w:rPr>
            <w:rFonts w:ascii="Times New Roman" w:hAnsi="Times New Roman"/>
            <w:sz w:val="28"/>
            <w:szCs w:val="28"/>
            <w:lang w:eastAsia="ru-RU"/>
          </w:rPr>
          <w:t xml:space="preserve"> г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. № </w:t>
      </w:r>
      <w:r w:rsidRPr="0073106D">
        <w:rPr>
          <w:rFonts w:ascii="Times New Roman" w:hAnsi="Times New Roman"/>
          <w:sz w:val="28"/>
          <w:szCs w:val="28"/>
          <w:lang w:eastAsia="ru-RU"/>
        </w:rPr>
        <w:t>497-ПК</w:t>
      </w:r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73106D">
        <w:rPr>
          <w:rFonts w:ascii="Times New Roman" w:hAnsi="Times New Roman"/>
          <w:sz w:val="28"/>
          <w:szCs w:val="28"/>
          <w:lang w:eastAsia="ru-RU"/>
        </w:rPr>
        <w:t>О представлении гражданами, претендующими на замещение государственных должностей Пермского края, должностей государственной гражданской службы Пермского края, гражданами, замещающими государственные должности Пермского края, и государственными гражданскими служащими Пермского края сведений о доходах, об имуществе и обязател</w:t>
      </w:r>
      <w:r>
        <w:rPr>
          <w:rFonts w:ascii="Times New Roman" w:hAnsi="Times New Roman"/>
          <w:sz w:val="28"/>
          <w:szCs w:val="28"/>
          <w:lang w:eastAsia="ru-RU"/>
        </w:rPr>
        <w:t xml:space="preserve">ьствах имущественного характера», </w:t>
      </w:r>
      <w:r w:rsidRPr="0073106D">
        <w:rPr>
          <w:rFonts w:ascii="Times New Roman" w:hAnsi="Times New Roman"/>
          <w:sz w:val="28"/>
          <w:szCs w:val="28"/>
          <w:lang w:eastAsia="ru-RU"/>
        </w:rPr>
        <w:t xml:space="preserve">на основании </w:t>
      </w:r>
      <w:hyperlink r:id="rId8" w:history="1">
        <w:r w:rsidRPr="0073106D">
          <w:rPr>
            <w:rFonts w:ascii="Times New Roman" w:hAnsi="Times New Roman"/>
            <w:sz w:val="28"/>
            <w:szCs w:val="28"/>
            <w:lang w:eastAsia="ru-RU"/>
          </w:rPr>
          <w:t>статьи 23</w:t>
        </w:r>
      </w:hyperlink>
      <w:r w:rsidRPr="0073106D">
        <w:rPr>
          <w:rFonts w:ascii="Times New Roman" w:hAnsi="Times New Roman"/>
          <w:sz w:val="28"/>
          <w:szCs w:val="28"/>
          <w:lang w:eastAsia="ru-RU"/>
        </w:rPr>
        <w:t xml:space="preserve"> Устава Соликамского городского округа</w:t>
      </w:r>
    </w:p>
    <w:p w:rsidR="00AC1EF3" w:rsidRPr="00196FE5" w:rsidRDefault="00AC1EF3" w:rsidP="00E46C42">
      <w:pPr>
        <w:widowControl w:val="0"/>
        <w:suppressAutoHyphens/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196FE5">
        <w:rPr>
          <w:rFonts w:ascii="Times New Roman" w:hAnsi="Times New Roman"/>
          <w:sz w:val="28"/>
          <w:szCs w:val="28"/>
        </w:rPr>
        <w:t>Дума Соликамского городского округа РЕШИЛА:</w:t>
      </w:r>
    </w:p>
    <w:p w:rsidR="00AC1EF3" w:rsidRPr="00185EFA" w:rsidRDefault="00AC1EF3" w:rsidP="00E46C42">
      <w:pPr>
        <w:pStyle w:val="ConsPlusTitle"/>
        <w:suppressAutoHyphens/>
        <w:spacing w:line="360" w:lineRule="exact"/>
        <w:ind w:right="-8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224A">
        <w:rPr>
          <w:rFonts w:ascii="Times New Roman" w:hAnsi="Times New Roman"/>
          <w:b w:val="0"/>
          <w:sz w:val="28"/>
          <w:szCs w:val="28"/>
        </w:rPr>
        <w:t xml:space="preserve">1. </w:t>
      </w:r>
      <w:r>
        <w:rPr>
          <w:rFonts w:ascii="Times New Roman" w:hAnsi="Times New Roman" w:cs="Times New Roman"/>
          <w:b w:val="0"/>
          <w:sz w:val="28"/>
          <w:szCs w:val="28"/>
        </w:rPr>
        <w:t>Внести в</w:t>
      </w:r>
      <w:r w:rsidRPr="00F3224A">
        <w:rPr>
          <w:rFonts w:ascii="Times New Roman" w:hAnsi="Times New Roman" w:cs="Times New Roman"/>
          <w:b w:val="0"/>
          <w:sz w:val="28"/>
          <w:szCs w:val="28"/>
        </w:rPr>
        <w:t xml:space="preserve"> Положение о представлении гражданами, претендующими на замещение должностей муниципальной службы в Думе Соликамского городского округа, и муниципальными служащими Думы Соликамского городского округа сведений о доходах, расходах, об имуществе и обязательствах имущественного характера, утвержденное решением Думы Соликамского городского округа от 24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февраля </w:t>
      </w:r>
      <w:smartTag w:uri="urn:schemas-microsoft-com:office:smarttags" w:element="metricconverter">
        <w:smartTagPr>
          <w:attr w:name="ProductID" w:val="2021 г"/>
        </w:smartTagPr>
        <w:r w:rsidRPr="00F3224A">
          <w:rPr>
            <w:rFonts w:ascii="Times New Roman" w:hAnsi="Times New Roman" w:cs="Times New Roman"/>
            <w:b w:val="0"/>
            <w:sz w:val="28"/>
            <w:szCs w:val="28"/>
          </w:rPr>
          <w:t>2021</w:t>
        </w:r>
        <w:r>
          <w:rPr>
            <w:rFonts w:ascii="Times New Roman" w:hAnsi="Times New Roman" w:cs="Times New Roman"/>
            <w:b w:val="0"/>
            <w:sz w:val="28"/>
            <w:szCs w:val="28"/>
          </w:rPr>
          <w:t xml:space="preserve"> г</w:t>
        </w:r>
      </w:smartTag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F3224A">
        <w:rPr>
          <w:rFonts w:ascii="Times New Roman" w:hAnsi="Times New Roman" w:cs="Times New Roman"/>
          <w:b w:val="0"/>
          <w:sz w:val="28"/>
          <w:szCs w:val="28"/>
        </w:rPr>
        <w:t xml:space="preserve"> № 852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следующие </w:t>
      </w:r>
      <w:r w:rsidRPr="00185EFA">
        <w:rPr>
          <w:rFonts w:ascii="Times New Roman" w:hAnsi="Times New Roman" w:cs="Times New Roman"/>
          <w:b w:val="0"/>
          <w:sz w:val="28"/>
          <w:szCs w:val="28"/>
        </w:rPr>
        <w:t>изменения:</w:t>
      </w:r>
    </w:p>
    <w:p w:rsidR="00AC1EF3" w:rsidRDefault="00AC1EF3" w:rsidP="00E46C42">
      <w:pPr>
        <w:pStyle w:val="ConsPlusTitle"/>
        <w:numPr>
          <w:ilvl w:val="0"/>
          <w:numId w:val="5"/>
        </w:numPr>
        <w:tabs>
          <w:tab w:val="clear" w:pos="1428"/>
          <w:tab w:val="num" w:pos="-1620"/>
          <w:tab w:val="left" w:pos="1260"/>
        </w:tabs>
        <w:suppressAutoHyphens/>
        <w:spacing w:line="360" w:lineRule="exact"/>
        <w:ind w:left="0" w:right="-82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85EFA">
        <w:rPr>
          <w:rFonts w:ascii="Times New Roman" w:hAnsi="Times New Roman" w:cs="Times New Roman"/>
          <w:b w:val="0"/>
          <w:sz w:val="28"/>
          <w:szCs w:val="28"/>
        </w:rPr>
        <w:t xml:space="preserve">в пункте 1 слова «сведений о полученных ими доходах, расходах, об имуществе, принадлежащем им на праве собственности, и об их обязательствах имущественного характера, а также сведений о доходах, расходах, супруги (супруга) и несовершеннолетних детей, об имуществе, принадлежащем им на праве собственности, и об их обязательствах имущественного характера (далее – сведения о доходах, расходах, об имуществе и обязательствах имущественного характера)» заменить словами «сведений о полученных ими доходах, об имуществе, принадлежащем им на праве собственности, и об их обязательствах имущественного характера, а также сведений о доходах, супруги (супруга) и несовершеннолетних детей, об имуществе, принадлежащем им на праве собственности, и об их обязательствах имущественного характера (далее – </w:t>
      </w:r>
      <w:r w:rsidRPr="0063147B">
        <w:rPr>
          <w:rFonts w:ascii="Times New Roman" w:hAnsi="Times New Roman" w:cs="Times New Roman"/>
          <w:b w:val="0"/>
          <w:sz w:val="28"/>
          <w:szCs w:val="28"/>
        </w:rPr>
        <w:t>сведения о доходах, об имуществе и обязательствах имущественного характера), сведений о своих расходах, а также о расходах своих супруги (супруга) и несовершеннолетних детей.</w:t>
      </w:r>
      <w:r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AC1EF3" w:rsidRDefault="00AC1EF3" w:rsidP="00E46C42">
      <w:pPr>
        <w:pStyle w:val="ConsPlusTitle"/>
        <w:numPr>
          <w:ilvl w:val="0"/>
          <w:numId w:val="5"/>
        </w:numPr>
        <w:tabs>
          <w:tab w:val="clear" w:pos="1428"/>
          <w:tab w:val="num" w:pos="-1620"/>
          <w:tab w:val="left" w:pos="1260"/>
        </w:tabs>
        <w:suppressAutoHyphens/>
        <w:spacing w:line="360" w:lineRule="exact"/>
        <w:ind w:left="0" w:right="-82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пункте 2:</w:t>
      </w:r>
    </w:p>
    <w:p w:rsidR="00AC1EF3" w:rsidRPr="00CE1AD9" w:rsidRDefault="00AC1EF3" w:rsidP="00E46C42">
      <w:pPr>
        <w:pStyle w:val="ConsPlusTitle"/>
        <w:tabs>
          <w:tab w:val="left" w:pos="720"/>
        </w:tabs>
        <w:suppressAutoHyphens/>
        <w:spacing w:line="360" w:lineRule="exact"/>
        <w:ind w:right="-8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1AD9">
        <w:rPr>
          <w:rFonts w:ascii="Times New Roman" w:hAnsi="Times New Roman" w:cs="Times New Roman"/>
          <w:b w:val="0"/>
          <w:sz w:val="28"/>
          <w:szCs w:val="28"/>
        </w:rPr>
        <w:tab/>
        <w:t>1.2.1. в абзаце первом слова «расходах,» исключить;</w:t>
      </w:r>
    </w:p>
    <w:p w:rsidR="00AC1EF3" w:rsidRPr="00CE1AD9" w:rsidRDefault="00AC1EF3" w:rsidP="00E46C42">
      <w:pPr>
        <w:pStyle w:val="ConsPlusTitle"/>
        <w:tabs>
          <w:tab w:val="left" w:pos="720"/>
        </w:tabs>
        <w:suppressAutoHyphens/>
        <w:spacing w:line="360" w:lineRule="exact"/>
        <w:ind w:right="-8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1AD9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1.2.2. </w:t>
      </w:r>
      <w:r w:rsidRPr="00CE1AD9">
        <w:rPr>
          <w:rFonts w:ascii="Times New Roman" w:hAnsi="Times New Roman" w:cs="Times New Roman"/>
          <w:b w:val="0"/>
          <w:sz w:val="28"/>
          <w:szCs w:val="28"/>
        </w:rPr>
        <w:t>дополнить абзацем следующего содержания:</w:t>
      </w:r>
    </w:p>
    <w:p w:rsidR="00AC1EF3" w:rsidRPr="00CE1AD9" w:rsidRDefault="00AC1EF3" w:rsidP="00E46C42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/>
          <w:b/>
          <w:sz w:val="28"/>
          <w:szCs w:val="28"/>
        </w:rPr>
      </w:pPr>
      <w:r w:rsidRPr="00CE1AD9">
        <w:rPr>
          <w:rFonts w:ascii="Times New Roman" w:hAnsi="Times New Roman"/>
          <w:b/>
          <w:sz w:val="28"/>
          <w:szCs w:val="28"/>
        </w:rPr>
        <w:tab/>
        <w:t>«</w:t>
      </w:r>
      <w:r w:rsidRPr="00CE1AD9">
        <w:rPr>
          <w:rFonts w:ascii="Times New Roman" w:hAnsi="Times New Roman"/>
          <w:sz w:val="28"/>
          <w:szCs w:val="28"/>
        </w:rPr>
        <w:t>Муниципальный служащий обязан представлять сведения о своих расходах, а также о расходах своих супруги (супруга) и несовершеннолетних детей (далее – сведения о расходах).»;</w:t>
      </w:r>
    </w:p>
    <w:p w:rsidR="00AC1EF3" w:rsidRDefault="00AC1EF3" w:rsidP="00E46C42">
      <w:pPr>
        <w:pStyle w:val="ConsPlusTitle"/>
        <w:numPr>
          <w:ilvl w:val="0"/>
          <w:numId w:val="5"/>
        </w:numPr>
        <w:tabs>
          <w:tab w:val="clear" w:pos="1428"/>
          <w:tab w:val="num" w:pos="-1620"/>
          <w:tab w:val="left" w:pos="1260"/>
        </w:tabs>
        <w:suppressAutoHyphens/>
        <w:spacing w:line="360" w:lineRule="exact"/>
        <w:ind w:left="0" w:right="-82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пункт 3 изложить в следующей редакции:</w:t>
      </w:r>
    </w:p>
    <w:p w:rsidR="00AC1EF3" w:rsidRDefault="00AC1EF3" w:rsidP="00E46C42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82364A">
        <w:rPr>
          <w:rFonts w:ascii="Times New Roman" w:hAnsi="Times New Roman"/>
          <w:b/>
          <w:sz w:val="28"/>
          <w:szCs w:val="28"/>
        </w:rPr>
        <w:t>«</w:t>
      </w:r>
      <w:r w:rsidRPr="0082364A">
        <w:rPr>
          <w:rFonts w:ascii="Times New Roman" w:hAnsi="Times New Roman"/>
          <w:sz w:val="28"/>
          <w:szCs w:val="28"/>
        </w:rPr>
        <w:t>3. Сведения о доходах, об имуществе и обязательствах имущественного характера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2364A">
        <w:rPr>
          <w:rFonts w:ascii="Times New Roman" w:hAnsi="Times New Roman"/>
          <w:sz w:val="28"/>
          <w:szCs w:val="28"/>
        </w:rPr>
        <w:t xml:space="preserve">о расходах представляются по утвержденной Президентом Российской Федерации </w:t>
      </w:r>
      <w:hyperlink r:id="rId9" w:history="1">
        <w:r w:rsidRPr="0082364A">
          <w:rPr>
            <w:rFonts w:ascii="Times New Roman" w:hAnsi="Times New Roman"/>
            <w:sz w:val="28"/>
            <w:szCs w:val="28"/>
          </w:rPr>
          <w:t>форме</w:t>
        </w:r>
      </w:hyperlink>
      <w:r w:rsidRPr="0082364A">
        <w:rPr>
          <w:rFonts w:ascii="Times New Roman" w:hAnsi="Times New Roman"/>
          <w:sz w:val="28"/>
          <w:szCs w:val="28"/>
        </w:rPr>
        <w:t xml:space="preserve"> справки</w:t>
      </w:r>
      <w:r>
        <w:rPr>
          <w:rFonts w:ascii="Times New Roman" w:hAnsi="Times New Roman"/>
          <w:sz w:val="28"/>
          <w:szCs w:val="28"/>
        </w:rPr>
        <w:t>:</w:t>
      </w:r>
    </w:p>
    <w:p w:rsidR="00AC1EF3" w:rsidRPr="0082364A" w:rsidRDefault="00AC1EF3" w:rsidP="00E46C42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гражданами</w:t>
      </w:r>
      <w:r w:rsidRPr="0082364A">
        <w:rPr>
          <w:rFonts w:ascii="Times New Roman" w:hAnsi="Times New Roman"/>
          <w:sz w:val="28"/>
          <w:szCs w:val="28"/>
        </w:rPr>
        <w:t xml:space="preserve"> - при поступлении на муниципальную службу в Думу;</w:t>
      </w:r>
    </w:p>
    <w:p w:rsidR="00AC1EF3" w:rsidRPr="0049741B" w:rsidRDefault="00AC1EF3" w:rsidP="0049741B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82364A">
        <w:rPr>
          <w:rFonts w:ascii="Times New Roman" w:hAnsi="Times New Roman"/>
          <w:sz w:val="28"/>
          <w:szCs w:val="28"/>
        </w:rPr>
        <w:t xml:space="preserve">муниципальными служащими – ежегодно, не позднее 30 апреля года, </w:t>
      </w:r>
      <w:r w:rsidRPr="0049741B">
        <w:rPr>
          <w:rFonts w:ascii="Times New Roman" w:hAnsi="Times New Roman"/>
          <w:sz w:val="28"/>
          <w:szCs w:val="28"/>
        </w:rPr>
        <w:t>следующего за отчетным.»</w:t>
      </w:r>
    </w:p>
    <w:p w:rsidR="00AC1EF3" w:rsidRPr="0049741B" w:rsidRDefault="00AC1EF3" w:rsidP="0049741B">
      <w:pPr>
        <w:pStyle w:val="ConsPlusTitle"/>
        <w:numPr>
          <w:ilvl w:val="0"/>
          <w:numId w:val="5"/>
        </w:numPr>
        <w:tabs>
          <w:tab w:val="clear" w:pos="1428"/>
          <w:tab w:val="num" w:pos="-1620"/>
          <w:tab w:val="left" w:pos="1260"/>
        </w:tabs>
        <w:suppressAutoHyphens/>
        <w:spacing w:line="360" w:lineRule="exact"/>
        <w:ind w:left="0" w:right="-82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9741B">
        <w:rPr>
          <w:rFonts w:ascii="Times New Roman" w:hAnsi="Times New Roman" w:cs="Times New Roman"/>
          <w:b w:val="0"/>
          <w:sz w:val="28"/>
          <w:szCs w:val="28"/>
        </w:rPr>
        <w:t>в пунктах 5.1, 5.2 слова «расходах,» исключить;</w:t>
      </w:r>
    </w:p>
    <w:p w:rsidR="00AC1EF3" w:rsidRPr="0049741B" w:rsidRDefault="00AC1EF3" w:rsidP="0049741B">
      <w:pPr>
        <w:pStyle w:val="ConsPlusTitle"/>
        <w:numPr>
          <w:ilvl w:val="0"/>
          <w:numId w:val="5"/>
        </w:numPr>
        <w:tabs>
          <w:tab w:val="clear" w:pos="1428"/>
          <w:tab w:val="num" w:pos="-1620"/>
          <w:tab w:val="left" w:pos="1260"/>
        </w:tabs>
        <w:suppressAutoHyphens/>
        <w:spacing w:line="360" w:lineRule="exact"/>
        <w:ind w:left="0" w:right="-82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9741B">
        <w:rPr>
          <w:rFonts w:ascii="Times New Roman" w:hAnsi="Times New Roman" w:cs="Times New Roman"/>
          <w:b w:val="0"/>
          <w:sz w:val="28"/>
          <w:szCs w:val="28"/>
        </w:rPr>
        <w:t>пункт 6 изложить в следующей редакции:</w:t>
      </w:r>
    </w:p>
    <w:p w:rsidR="00AC1EF3" w:rsidRPr="0049741B" w:rsidRDefault="00AC1EF3" w:rsidP="0049741B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49741B">
        <w:rPr>
          <w:rFonts w:ascii="Times New Roman" w:hAnsi="Times New Roman"/>
          <w:sz w:val="28"/>
          <w:szCs w:val="28"/>
        </w:rPr>
        <w:t>«6. Муниципальный служащий представляет ежегодно:</w:t>
      </w:r>
    </w:p>
    <w:p w:rsidR="00AC1EF3" w:rsidRPr="0049741B" w:rsidRDefault="00AC1EF3" w:rsidP="0049741B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49741B">
        <w:rPr>
          <w:rFonts w:ascii="Times New Roman" w:hAnsi="Times New Roman"/>
          <w:sz w:val="28"/>
          <w:szCs w:val="28"/>
        </w:rPr>
        <w:t>6.1. сведения о своих доходах, полученных за отчетный период (с 1 января по 31 декабря) от всех источников (включая денежное содержание,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AC1EF3" w:rsidRPr="0049741B" w:rsidRDefault="00AC1EF3" w:rsidP="0049741B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49741B">
        <w:rPr>
          <w:rFonts w:ascii="Times New Roman" w:hAnsi="Times New Roman"/>
          <w:sz w:val="28"/>
          <w:szCs w:val="28"/>
        </w:rPr>
        <w:t>6.2.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периода;</w:t>
      </w:r>
    </w:p>
    <w:p w:rsidR="00AC1EF3" w:rsidRPr="0049741B" w:rsidRDefault="00AC1EF3" w:rsidP="0049741B">
      <w:pPr>
        <w:pStyle w:val="ConsPlusTitle"/>
        <w:tabs>
          <w:tab w:val="left" w:pos="720"/>
        </w:tabs>
        <w:suppressAutoHyphens/>
        <w:spacing w:line="360" w:lineRule="exact"/>
        <w:ind w:right="-8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9741B">
        <w:rPr>
          <w:rFonts w:ascii="Times New Roman" w:hAnsi="Times New Roman" w:cs="Times New Roman"/>
          <w:b w:val="0"/>
          <w:sz w:val="28"/>
          <w:szCs w:val="28"/>
        </w:rPr>
        <w:tab/>
        <w:t>6.3.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сделки.»;</w:t>
      </w:r>
    </w:p>
    <w:p w:rsidR="00AC1EF3" w:rsidRPr="00557903" w:rsidRDefault="00AC1EF3" w:rsidP="0049741B">
      <w:pPr>
        <w:pStyle w:val="ConsPlusTitle"/>
        <w:numPr>
          <w:ilvl w:val="0"/>
          <w:numId w:val="5"/>
        </w:numPr>
        <w:tabs>
          <w:tab w:val="clear" w:pos="1428"/>
          <w:tab w:val="num" w:pos="-1620"/>
          <w:tab w:val="left" w:pos="1260"/>
        </w:tabs>
        <w:suppressAutoHyphens/>
        <w:spacing w:line="360" w:lineRule="exact"/>
        <w:ind w:left="0" w:right="-82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9741B">
        <w:rPr>
          <w:rFonts w:ascii="Times New Roman" w:hAnsi="Times New Roman" w:cs="Times New Roman"/>
          <w:b w:val="0"/>
          <w:sz w:val="28"/>
          <w:szCs w:val="28"/>
        </w:rPr>
        <w:t>в пункте 7 слова «Сведения о доходах, расходах, об имуществе и обязательствах имущественного характера» заменить словами «Сведения о доходах, об имуществе и обязательствах имущественного характера, о расходах», слова «сведений о доходах, расходах, об имуществе и обязательствах имущественного характера» заменить словами «сведений о доходах, об</w:t>
      </w:r>
      <w:r w:rsidRPr="00557903">
        <w:rPr>
          <w:rFonts w:ascii="Times New Roman" w:hAnsi="Times New Roman" w:cs="Times New Roman"/>
          <w:b w:val="0"/>
          <w:sz w:val="28"/>
          <w:szCs w:val="28"/>
        </w:rPr>
        <w:t xml:space="preserve"> имуществе и обязательствах имущественного характера, о расходах»;</w:t>
      </w:r>
    </w:p>
    <w:p w:rsidR="00AC1EF3" w:rsidRPr="00F96CB8" w:rsidRDefault="00AC1EF3" w:rsidP="00E46C42">
      <w:pPr>
        <w:pStyle w:val="ConsPlusTitle"/>
        <w:numPr>
          <w:ilvl w:val="0"/>
          <w:numId w:val="5"/>
        </w:numPr>
        <w:tabs>
          <w:tab w:val="clear" w:pos="1428"/>
          <w:tab w:val="num" w:pos="-1620"/>
          <w:tab w:val="left" w:pos="1260"/>
        </w:tabs>
        <w:suppressAutoHyphens/>
        <w:spacing w:line="360" w:lineRule="exact"/>
        <w:ind w:left="0" w:right="-82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96CB8">
        <w:rPr>
          <w:rFonts w:ascii="Times New Roman" w:hAnsi="Times New Roman" w:cs="Times New Roman"/>
          <w:b w:val="0"/>
          <w:sz w:val="28"/>
          <w:szCs w:val="28"/>
        </w:rPr>
        <w:t>в пункте 8 слова «сведениях о доходах, расходах, об имуществе и обязательствах имущественного характера» заменить словами «сведениях о доходах, об имуществе и обязательствах имущественного характера, о расходах»;</w:t>
      </w:r>
    </w:p>
    <w:p w:rsidR="00AC1EF3" w:rsidRPr="00D0238A" w:rsidRDefault="00AC1EF3" w:rsidP="00E46C42">
      <w:pPr>
        <w:pStyle w:val="ConsPlusTitle"/>
        <w:numPr>
          <w:ilvl w:val="0"/>
          <w:numId w:val="5"/>
        </w:numPr>
        <w:tabs>
          <w:tab w:val="clear" w:pos="1428"/>
          <w:tab w:val="num" w:pos="-1620"/>
          <w:tab w:val="left" w:pos="1260"/>
        </w:tabs>
        <w:suppressAutoHyphens/>
        <w:spacing w:line="360" w:lineRule="exact"/>
        <w:ind w:left="0" w:right="-82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96CB8">
        <w:rPr>
          <w:rFonts w:ascii="Times New Roman" w:hAnsi="Times New Roman" w:cs="Times New Roman"/>
          <w:b w:val="0"/>
          <w:sz w:val="28"/>
          <w:szCs w:val="28"/>
        </w:rPr>
        <w:t>в пункт</w:t>
      </w:r>
      <w:r>
        <w:rPr>
          <w:rFonts w:ascii="Times New Roman" w:hAnsi="Times New Roman" w:cs="Times New Roman"/>
          <w:b w:val="0"/>
          <w:sz w:val="28"/>
          <w:szCs w:val="28"/>
        </w:rPr>
        <w:t>ах</w:t>
      </w:r>
      <w:r w:rsidRPr="00F96CB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9, 10</w:t>
      </w:r>
      <w:r w:rsidRPr="00F96CB8">
        <w:rPr>
          <w:rFonts w:ascii="Times New Roman" w:hAnsi="Times New Roman" w:cs="Times New Roman"/>
          <w:b w:val="0"/>
          <w:sz w:val="28"/>
          <w:szCs w:val="28"/>
        </w:rPr>
        <w:t xml:space="preserve"> слова «сведени</w:t>
      </w:r>
      <w:r>
        <w:rPr>
          <w:rFonts w:ascii="Times New Roman" w:hAnsi="Times New Roman" w:cs="Times New Roman"/>
          <w:b w:val="0"/>
          <w:sz w:val="28"/>
          <w:szCs w:val="28"/>
        </w:rPr>
        <w:t>й</w:t>
      </w:r>
      <w:r w:rsidRPr="00F96CB8">
        <w:rPr>
          <w:rFonts w:ascii="Times New Roman" w:hAnsi="Times New Roman" w:cs="Times New Roman"/>
          <w:b w:val="0"/>
          <w:sz w:val="28"/>
          <w:szCs w:val="28"/>
        </w:rPr>
        <w:t xml:space="preserve"> о доходах, расходах, об имуществе и обязательствах имущественного характера» заменить словами «сведени</w:t>
      </w:r>
      <w:r>
        <w:rPr>
          <w:rFonts w:ascii="Times New Roman" w:hAnsi="Times New Roman" w:cs="Times New Roman"/>
          <w:b w:val="0"/>
          <w:sz w:val="28"/>
          <w:szCs w:val="28"/>
        </w:rPr>
        <w:t>й</w:t>
      </w:r>
      <w:r w:rsidRPr="00F96CB8">
        <w:rPr>
          <w:rFonts w:ascii="Times New Roman" w:hAnsi="Times New Roman" w:cs="Times New Roman"/>
          <w:b w:val="0"/>
          <w:sz w:val="28"/>
          <w:szCs w:val="28"/>
        </w:rPr>
        <w:t xml:space="preserve"> о доходах, об имуществе и обязательствах имущественного характера, о </w:t>
      </w:r>
      <w:r w:rsidRPr="00D0238A">
        <w:rPr>
          <w:rFonts w:ascii="Times New Roman" w:hAnsi="Times New Roman" w:cs="Times New Roman"/>
          <w:b w:val="0"/>
          <w:sz w:val="28"/>
          <w:szCs w:val="28"/>
        </w:rPr>
        <w:t>расходах»;</w:t>
      </w:r>
    </w:p>
    <w:p w:rsidR="00AC1EF3" w:rsidRPr="00D0238A" w:rsidRDefault="00AC1EF3" w:rsidP="00E46C42">
      <w:pPr>
        <w:pStyle w:val="ConsPlusTitle"/>
        <w:numPr>
          <w:ilvl w:val="0"/>
          <w:numId w:val="5"/>
        </w:numPr>
        <w:tabs>
          <w:tab w:val="clear" w:pos="1428"/>
          <w:tab w:val="num" w:pos="-1620"/>
          <w:tab w:val="left" w:pos="1260"/>
        </w:tabs>
        <w:suppressAutoHyphens/>
        <w:spacing w:line="360" w:lineRule="exact"/>
        <w:ind w:left="0" w:right="-82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0238A">
        <w:rPr>
          <w:rFonts w:ascii="Times New Roman" w:hAnsi="Times New Roman" w:cs="Times New Roman"/>
          <w:b w:val="0"/>
          <w:sz w:val="28"/>
          <w:szCs w:val="28"/>
        </w:rPr>
        <w:t>в пункт</w:t>
      </w:r>
      <w:r>
        <w:rPr>
          <w:rFonts w:ascii="Times New Roman" w:hAnsi="Times New Roman" w:cs="Times New Roman"/>
          <w:b w:val="0"/>
          <w:sz w:val="28"/>
          <w:szCs w:val="28"/>
        </w:rPr>
        <w:t>ах</w:t>
      </w:r>
      <w:r w:rsidRPr="00D0238A">
        <w:rPr>
          <w:rFonts w:ascii="Times New Roman" w:hAnsi="Times New Roman" w:cs="Times New Roman"/>
          <w:b w:val="0"/>
          <w:sz w:val="28"/>
          <w:szCs w:val="28"/>
        </w:rPr>
        <w:t xml:space="preserve"> 11</w:t>
      </w:r>
      <w:r>
        <w:rPr>
          <w:rFonts w:ascii="Times New Roman" w:hAnsi="Times New Roman" w:cs="Times New Roman"/>
          <w:b w:val="0"/>
          <w:sz w:val="28"/>
          <w:szCs w:val="28"/>
        </w:rPr>
        <w:t>, 12</w:t>
      </w:r>
      <w:r w:rsidRPr="00D0238A">
        <w:rPr>
          <w:rFonts w:ascii="Times New Roman" w:hAnsi="Times New Roman" w:cs="Times New Roman"/>
          <w:b w:val="0"/>
          <w:sz w:val="28"/>
          <w:szCs w:val="28"/>
        </w:rPr>
        <w:t xml:space="preserve"> слова «Сведения о доходах, расходах, об имуществе и обязательствах имущественного характера» заменить словами «Сведения о доходах, об имуществе и обязательствах имущественного характера, о расходах»;</w:t>
      </w:r>
    </w:p>
    <w:p w:rsidR="00AC1EF3" w:rsidRDefault="00AC1EF3" w:rsidP="00E46C42">
      <w:pPr>
        <w:pStyle w:val="ConsPlusTitle"/>
        <w:numPr>
          <w:ilvl w:val="0"/>
          <w:numId w:val="5"/>
        </w:numPr>
        <w:tabs>
          <w:tab w:val="clear" w:pos="1428"/>
          <w:tab w:val="num" w:pos="-1620"/>
          <w:tab w:val="left" w:pos="1260"/>
        </w:tabs>
        <w:suppressAutoHyphens/>
        <w:spacing w:line="360" w:lineRule="exact"/>
        <w:ind w:left="0" w:right="-82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пункт 14 изложить в следующей редакции:</w:t>
      </w:r>
    </w:p>
    <w:p w:rsidR="00AC1EF3" w:rsidRPr="00DE7BBE" w:rsidRDefault="00AC1EF3" w:rsidP="00E46C42">
      <w:pPr>
        <w:pStyle w:val="a"/>
        <w:tabs>
          <w:tab w:val="right" w:pos="9915"/>
        </w:tabs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DE7BBE">
        <w:rPr>
          <w:sz w:val="28"/>
          <w:szCs w:val="28"/>
        </w:rPr>
        <w:t xml:space="preserve">«14. Сведения о доходах, об имуществе и обязательствах имущественного характера, о расходах, представленные в соответствии с настоящим Положением гражданином или муниципальным служащим, и информация о результатах проверки достоверности и полноты этих сведений приобщаются к личному делу муниципального служащего. </w:t>
      </w:r>
    </w:p>
    <w:p w:rsidR="00AC1EF3" w:rsidRDefault="00AC1EF3" w:rsidP="004B134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DE7BBE">
        <w:rPr>
          <w:rFonts w:ascii="Times New Roman" w:hAnsi="Times New Roman"/>
          <w:sz w:val="28"/>
          <w:szCs w:val="28"/>
        </w:rPr>
        <w:t>Сведения о доходах, об имуществе и обязательствах имущественного характера, представленные в Думу гражданином, не назначенным на соответствующую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7BBE">
        <w:rPr>
          <w:rFonts w:ascii="Times New Roman" w:hAnsi="Times New Roman"/>
          <w:sz w:val="28"/>
          <w:szCs w:val="28"/>
        </w:rPr>
        <w:t>должность муниципальной службы, в дальнейшем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7BBE">
        <w:rPr>
          <w:rFonts w:ascii="Times New Roman" w:hAnsi="Times New Roman"/>
          <w:sz w:val="28"/>
          <w:szCs w:val="28"/>
        </w:rPr>
        <w:t>не могут быть использованы и подлежат уничтожению.</w:t>
      </w:r>
      <w:r>
        <w:rPr>
          <w:rFonts w:ascii="Times New Roman" w:hAnsi="Times New Roman"/>
          <w:sz w:val="28"/>
          <w:szCs w:val="28"/>
        </w:rPr>
        <w:t>»;</w:t>
      </w:r>
    </w:p>
    <w:p w:rsidR="00AC1EF3" w:rsidRPr="00D0238A" w:rsidRDefault="00AC1EF3" w:rsidP="00A7322E">
      <w:pPr>
        <w:pStyle w:val="ConsPlusTitle"/>
        <w:numPr>
          <w:ilvl w:val="0"/>
          <w:numId w:val="5"/>
        </w:numPr>
        <w:tabs>
          <w:tab w:val="clear" w:pos="1428"/>
          <w:tab w:val="num" w:pos="-1620"/>
          <w:tab w:val="left" w:pos="1260"/>
        </w:tabs>
        <w:suppressAutoHyphens/>
        <w:spacing w:line="360" w:lineRule="exact"/>
        <w:ind w:left="0" w:right="-82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322E">
        <w:rPr>
          <w:rFonts w:ascii="Times New Roman" w:hAnsi="Times New Roman"/>
          <w:b w:val="0"/>
          <w:sz w:val="28"/>
          <w:szCs w:val="28"/>
        </w:rPr>
        <w:t>в пункте 15</w:t>
      </w:r>
      <w:r w:rsidRPr="00F96CB8">
        <w:rPr>
          <w:rFonts w:ascii="Times New Roman" w:hAnsi="Times New Roman" w:cs="Times New Roman"/>
          <w:b w:val="0"/>
          <w:sz w:val="28"/>
          <w:szCs w:val="28"/>
        </w:rPr>
        <w:t xml:space="preserve"> слова «сведени</w:t>
      </w:r>
      <w:r>
        <w:rPr>
          <w:rFonts w:ascii="Times New Roman" w:hAnsi="Times New Roman" w:cs="Times New Roman"/>
          <w:b w:val="0"/>
          <w:sz w:val="28"/>
          <w:szCs w:val="28"/>
        </w:rPr>
        <w:t>й</w:t>
      </w:r>
      <w:r w:rsidRPr="00F96CB8">
        <w:rPr>
          <w:rFonts w:ascii="Times New Roman" w:hAnsi="Times New Roman" w:cs="Times New Roman"/>
          <w:b w:val="0"/>
          <w:sz w:val="28"/>
          <w:szCs w:val="28"/>
        </w:rPr>
        <w:t xml:space="preserve"> о доходах, расходах, об имуществе и обязательствах имущественного характера» заменить словами «сведени</w:t>
      </w:r>
      <w:r>
        <w:rPr>
          <w:rFonts w:ascii="Times New Roman" w:hAnsi="Times New Roman" w:cs="Times New Roman"/>
          <w:b w:val="0"/>
          <w:sz w:val="28"/>
          <w:szCs w:val="28"/>
        </w:rPr>
        <w:t>й</w:t>
      </w:r>
      <w:r w:rsidRPr="00F96CB8">
        <w:rPr>
          <w:rFonts w:ascii="Times New Roman" w:hAnsi="Times New Roman" w:cs="Times New Roman"/>
          <w:b w:val="0"/>
          <w:sz w:val="28"/>
          <w:szCs w:val="28"/>
        </w:rPr>
        <w:t xml:space="preserve"> о доходах, об имуществе и обязательствах имущественного характера, о </w:t>
      </w:r>
      <w:r w:rsidRPr="00D0238A">
        <w:rPr>
          <w:rFonts w:ascii="Times New Roman" w:hAnsi="Times New Roman" w:cs="Times New Roman"/>
          <w:b w:val="0"/>
          <w:sz w:val="28"/>
          <w:szCs w:val="28"/>
        </w:rPr>
        <w:t>расходах»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C1EF3" w:rsidRPr="00196FE5" w:rsidRDefault="00AC1EF3" w:rsidP="00E46C42">
      <w:pPr>
        <w:widowControl w:val="0"/>
        <w:suppressAutoHyphens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F74126">
        <w:rPr>
          <w:rFonts w:ascii="Times New Roman" w:hAnsi="Times New Roman"/>
          <w:sz w:val="28"/>
          <w:szCs w:val="28"/>
        </w:rPr>
        <w:t>. Настоящее решение вступает в силу после его официального опубликования в</w:t>
      </w:r>
      <w:r>
        <w:rPr>
          <w:rFonts w:ascii="Times New Roman" w:hAnsi="Times New Roman"/>
          <w:sz w:val="28"/>
          <w:szCs w:val="28"/>
        </w:rPr>
        <w:t xml:space="preserve"> газете «Соликамский рабочий» </w:t>
      </w:r>
      <w:r w:rsidRPr="00F74126">
        <w:rPr>
          <w:rFonts w:ascii="Times New Roman" w:hAnsi="Times New Roman"/>
          <w:sz w:val="28"/>
          <w:szCs w:val="28"/>
        </w:rPr>
        <w:t>и подлежит размещению на официальном сайте Думы Соликамского городского округа в информационно-телекоммуникационной сети «Интернет».</w:t>
      </w:r>
    </w:p>
    <w:tbl>
      <w:tblPr>
        <w:tblW w:w="0" w:type="auto"/>
        <w:tblLook w:val="00A0"/>
      </w:tblPr>
      <w:tblGrid>
        <w:gridCol w:w="4785"/>
        <w:gridCol w:w="4785"/>
      </w:tblGrid>
      <w:tr w:rsidR="00AC1EF3" w:rsidRPr="006F0C0A" w:rsidTr="00B27703">
        <w:tc>
          <w:tcPr>
            <w:tcW w:w="4785" w:type="dxa"/>
          </w:tcPr>
          <w:p w:rsidR="00AC1EF3" w:rsidRPr="006F0C0A" w:rsidRDefault="00AC1EF3" w:rsidP="00B27703">
            <w:pPr>
              <w:pStyle w:val="ConsPlusNormal"/>
              <w:spacing w:before="48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F0C0A">
              <w:rPr>
                <w:rFonts w:ascii="Times New Roman" w:hAnsi="Times New Roman"/>
                <w:sz w:val="28"/>
                <w:szCs w:val="28"/>
              </w:rPr>
              <w:t xml:space="preserve">Председатель Думы </w:t>
            </w:r>
          </w:p>
          <w:p w:rsidR="00AC1EF3" w:rsidRPr="006F0C0A" w:rsidRDefault="00AC1EF3" w:rsidP="00B27703">
            <w:pPr>
              <w:pStyle w:val="ConsPlusNormal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F0C0A">
              <w:rPr>
                <w:rFonts w:ascii="Times New Roman" w:hAnsi="Times New Roman"/>
                <w:sz w:val="28"/>
                <w:szCs w:val="28"/>
              </w:rPr>
              <w:t xml:space="preserve">Соликамского городского округа </w:t>
            </w:r>
          </w:p>
        </w:tc>
        <w:tc>
          <w:tcPr>
            <w:tcW w:w="4785" w:type="dxa"/>
          </w:tcPr>
          <w:p w:rsidR="00AC1EF3" w:rsidRPr="006F0C0A" w:rsidRDefault="00AC1EF3" w:rsidP="00B27703">
            <w:pPr>
              <w:pStyle w:val="ConsPlusNormal"/>
              <w:spacing w:before="48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F0C0A">
              <w:rPr>
                <w:rFonts w:ascii="Times New Roman" w:hAnsi="Times New Roman"/>
                <w:sz w:val="28"/>
                <w:szCs w:val="28"/>
              </w:rPr>
              <w:t xml:space="preserve">Глава городского округа – </w:t>
            </w:r>
          </w:p>
          <w:p w:rsidR="00AC1EF3" w:rsidRPr="006F0C0A" w:rsidRDefault="00AC1EF3" w:rsidP="00B27703">
            <w:pPr>
              <w:pStyle w:val="ConsPlusNormal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F0C0A">
              <w:rPr>
                <w:rFonts w:ascii="Times New Roman" w:hAnsi="Times New Roman"/>
                <w:sz w:val="28"/>
                <w:szCs w:val="28"/>
              </w:rPr>
              <w:t xml:space="preserve">глава администрации Соликамского городского округа  </w:t>
            </w:r>
          </w:p>
        </w:tc>
      </w:tr>
      <w:tr w:rsidR="00AC1EF3" w:rsidRPr="006F0C0A" w:rsidTr="00B27703">
        <w:tc>
          <w:tcPr>
            <w:tcW w:w="4785" w:type="dxa"/>
          </w:tcPr>
          <w:p w:rsidR="00AC1EF3" w:rsidRPr="006F0C0A" w:rsidRDefault="00AC1EF3" w:rsidP="00B27703">
            <w:pPr>
              <w:pStyle w:val="ConsPlusNormal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И.Г.Мингазеев</w:t>
            </w:r>
          </w:p>
        </w:tc>
        <w:tc>
          <w:tcPr>
            <w:tcW w:w="4785" w:type="dxa"/>
          </w:tcPr>
          <w:p w:rsidR="00AC1EF3" w:rsidRPr="006F0C0A" w:rsidRDefault="00AC1EF3" w:rsidP="00B27703">
            <w:pPr>
              <w:pStyle w:val="ConsPlusNormal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Е.Н.Самоуков</w:t>
            </w:r>
          </w:p>
        </w:tc>
      </w:tr>
    </w:tbl>
    <w:p w:rsidR="00AC1EF3" w:rsidRPr="005B53E5" w:rsidRDefault="00AC1EF3" w:rsidP="005B53E5">
      <w:pPr>
        <w:pStyle w:val="a"/>
        <w:tabs>
          <w:tab w:val="right" w:pos="9915"/>
        </w:tabs>
        <w:suppressAutoHyphens/>
        <w:ind w:firstLine="5812"/>
        <w:jc w:val="both"/>
        <w:rPr>
          <w:sz w:val="28"/>
          <w:szCs w:val="28"/>
        </w:rPr>
      </w:pPr>
    </w:p>
    <w:p w:rsidR="00AC1EF3" w:rsidRPr="005B53E5" w:rsidRDefault="00AC1EF3" w:rsidP="005B53E5">
      <w:pPr>
        <w:pStyle w:val="a"/>
        <w:tabs>
          <w:tab w:val="right" w:pos="9915"/>
        </w:tabs>
        <w:suppressAutoHyphens/>
        <w:ind w:firstLine="5812"/>
        <w:jc w:val="both"/>
        <w:rPr>
          <w:sz w:val="28"/>
          <w:szCs w:val="28"/>
        </w:rPr>
      </w:pPr>
    </w:p>
    <w:sectPr w:rsidR="00AC1EF3" w:rsidRPr="005B53E5" w:rsidSect="00F56849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EF3" w:rsidRDefault="00AC1EF3">
      <w:r>
        <w:separator/>
      </w:r>
    </w:p>
  </w:endnote>
  <w:endnote w:type="continuationSeparator" w:id="0">
    <w:p w:rsidR="00AC1EF3" w:rsidRDefault="00AC1E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EF3" w:rsidRDefault="00AC1EF3">
      <w:r>
        <w:separator/>
      </w:r>
    </w:p>
  </w:footnote>
  <w:footnote w:type="continuationSeparator" w:id="0">
    <w:p w:rsidR="00AC1EF3" w:rsidRDefault="00AC1E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EF3" w:rsidRDefault="00AC1EF3" w:rsidP="004B5B0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C1EF3" w:rsidRDefault="00AC1EF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EF3" w:rsidRDefault="00AC1EF3" w:rsidP="004B5B0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AC1EF3" w:rsidRDefault="00AC1EF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B688F128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>
    <w:nsid w:val="10A71051"/>
    <w:multiLevelType w:val="multilevel"/>
    <w:tmpl w:val="981AB126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">
    <w:nsid w:val="12073BB5"/>
    <w:multiLevelType w:val="hybridMultilevel"/>
    <w:tmpl w:val="4B36CDFE"/>
    <w:lvl w:ilvl="0" w:tplc="4A483802">
      <w:start w:val="1"/>
      <w:numFmt w:val="decimal"/>
      <w:lvlText w:val="1.%1."/>
      <w:lvlJc w:val="left"/>
      <w:pPr>
        <w:tabs>
          <w:tab w:val="num" w:pos="1428"/>
        </w:tabs>
        <w:ind w:left="14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">
    <w:nsid w:val="13944F0F"/>
    <w:multiLevelType w:val="hybridMultilevel"/>
    <w:tmpl w:val="F0BA9394"/>
    <w:lvl w:ilvl="0" w:tplc="1674A500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B5B1D54"/>
    <w:multiLevelType w:val="multilevel"/>
    <w:tmpl w:val="F0BA9394"/>
    <w:lvl w:ilvl="0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32AB08F2"/>
    <w:multiLevelType w:val="multilevel"/>
    <w:tmpl w:val="622465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3AFD"/>
    <w:rsid w:val="00000044"/>
    <w:rsid w:val="00000230"/>
    <w:rsid w:val="00000FA0"/>
    <w:rsid w:val="00003360"/>
    <w:rsid w:val="0000339E"/>
    <w:rsid w:val="00003DD0"/>
    <w:rsid w:val="00004D77"/>
    <w:rsid w:val="00023B35"/>
    <w:rsid w:val="00024C1B"/>
    <w:rsid w:val="00024F1E"/>
    <w:rsid w:val="00032918"/>
    <w:rsid w:val="00032C63"/>
    <w:rsid w:val="00034AEE"/>
    <w:rsid w:val="00036551"/>
    <w:rsid w:val="00042037"/>
    <w:rsid w:val="000522EB"/>
    <w:rsid w:val="00071734"/>
    <w:rsid w:val="00072F1C"/>
    <w:rsid w:val="0007677A"/>
    <w:rsid w:val="0007741E"/>
    <w:rsid w:val="000800C5"/>
    <w:rsid w:val="000804E7"/>
    <w:rsid w:val="00080BCB"/>
    <w:rsid w:val="000827ED"/>
    <w:rsid w:val="0008411E"/>
    <w:rsid w:val="00086D02"/>
    <w:rsid w:val="00086E0B"/>
    <w:rsid w:val="00087BF4"/>
    <w:rsid w:val="00093AC3"/>
    <w:rsid w:val="00093AFD"/>
    <w:rsid w:val="000943A7"/>
    <w:rsid w:val="00096770"/>
    <w:rsid w:val="00096AD4"/>
    <w:rsid w:val="000B5155"/>
    <w:rsid w:val="000C0FC9"/>
    <w:rsid w:val="000C2CD2"/>
    <w:rsid w:val="000C2F4C"/>
    <w:rsid w:val="000C3B36"/>
    <w:rsid w:val="000C3C7B"/>
    <w:rsid w:val="000C6E00"/>
    <w:rsid w:val="000C7D72"/>
    <w:rsid w:val="000D0AE6"/>
    <w:rsid w:val="000D1175"/>
    <w:rsid w:val="000D17E9"/>
    <w:rsid w:val="000E2DA1"/>
    <w:rsid w:val="000F04AA"/>
    <w:rsid w:val="001048C6"/>
    <w:rsid w:val="001049C3"/>
    <w:rsid w:val="00112C36"/>
    <w:rsid w:val="001165DC"/>
    <w:rsid w:val="00121451"/>
    <w:rsid w:val="0012394F"/>
    <w:rsid w:val="001354EC"/>
    <w:rsid w:val="00140F0F"/>
    <w:rsid w:val="0014284A"/>
    <w:rsid w:val="00152CC1"/>
    <w:rsid w:val="00153845"/>
    <w:rsid w:val="00156D73"/>
    <w:rsid w:val="00161EB9"/>
    <w:rsid w:val="0016258B"/>
    <w:rsid w:val="00162959"/>
    <w:rsid w:val="00166E92"/>
    <w:rsid w:val="00167FCA"/>
    <w:rsid w:val="00172099"/>
    <w:rsid w:val="0017262F"/>
    <w:rsid w:val="00181B66"/>
    <w:rsid w:val="00185EFA"/>
    <w:rsid w:val="00186196"/>
    <w:rsid w:val="00186B60"/>
    <w:rsid w:val="001945E4"/>
    <w:rsid w:val="00196D9F"/>
    <w:rsid w:val="00196FE5"/>
    <w:rsid w:val="001A38AA"/>
    <w:rsid w:val="001A526E"/>
    <w:rsid w:val="001A64C3"/>
    <w:rsid w:val="001A6E82"/>
    <w:rsid w:val="001B6B59"/>
    <w:rsid w:val="001C2982"/>
    <w:rsid w:val="001C2D49"/>
    <w:rsid w:val="001C6127"/>
    <w:rsid w:val="001D0616"/>
    <w:rsid w:val="001D0F1F"/>
    <w:rsid w:val="001D1F2C"/>
    <w:rsid w:val="001D2299"/>
    <w:rsid w:val="001D423C"/>
    <w:rsid w:val="002027E7"/>
    <w:rsid w:val="002052D1"/>
    <w:rsid w:val="002055A7"/>
    <w:rsid w:val="00212736"/>
    <w:rsid w:val="0021339C"/>
    <w:rsid w:val="0021559C"/>
    <w:rsid w:val="00220219"/>
    <w:rsid w:val="00231345"/>
    <w:rsid w:val="00231489"/>
    <w:rsid w:val="00231A82"/>
    <w:rsid w:val="00233CD4"/>
    <w:rsid w:val="002429D9"/>
    <w:rsid w:val="00246BFB"/>
    <w:rsid w:val="002517B0"/>
    <w:rsid w:val="00253F89"/>
    <w:rsid w:val="002540C6"/>
    <w:rsid w:val="00255AE6"/>
    <w:rsid w:val="00256F0B"/>
    <w:rsid w:val="00260FF0"/>
    <w:rsid w:val="0026271B"/>
    <w:rsid w:val="002674A2"/>
    <w:rsid w:val="00267C16"/>
    <w:rsid w:val="0027131A"/>
    <w:rsid w:val="002763B2"/>
    <w:rsid w:val="00276FC7"/>
    <w:rsid w:val="00282C0D"/>
    <w:rsid w:val="0029547B"/>
    <w:rsid w:val="00296A9E"/>
    <w:rsid w:val="002A6559"/>
    <w:rsid w:val="002A65EA"/>
    <w:rsid w:val="002A6B1D"/>
    <w:rsid w:val="002B074E"/>
    <w:rsid w:val="002B385F"/>
    <w:rsid w:val="002B60F7"/>
    <w:rsid w:val="002C5FD1"/>
    <w:rsid w:val="002D0C76"/>
    <w:rsid w:val="002D1EE3"/>
    <w:rsid w:val="002E6B73"/>
    <w:rsid w:val="00300486"/>
    <w:rsid w:val="00306AA6"/>
    <w:rsid w:val="00307CF2"/>
    <w:rsid w:val="00310283"/>
    <w:rsid w:val="003161B2"/>
    <w:rsid w:val="003207BD"/>
    <w:rsid w:val="00321987"/>
    <w:rsid w:val="00321D89"/>
    <w:rsid w:val="003237C6"/>
    <w:rsid w:val="00323E78"/>
    <w:rsid w:val="00330372"/>
    <w:rsid w:val="00335EB5"/>
    <w:rsid w:val="00350670"/>
    <w:rsid w:val="0035366C"/>
    <w:rsid w:val="00356FE1"/>
    <w:rsid w:val="00364B55"/>
    <w:rsid w:val="00364C95"/>
    <w:rsid w:val="00381646"/>
    <w:rsid w:val="003819C6"/>
    <w:rsid w:val="00384548"/>
    <w:rsid w:val="00394D6C"/>
    <w:rsid w:val="0039535B"/>
    <w:rsid w:val="0039552C"/>
    <w:rsid w:val="003A2CF0"/>
    <w:rsid w:val="003B18FD"/>
    <w:rsid w:val="003B5C0E"/>
    <w:rsid w:val="003C66BC"/>
    <w:rsid w:val="003D049B"/>
    <w:rsid w:val="003D767A"/>
    <w:rsid w:val="003E74A3"/>
    <w:rsid w:val="003F2F29"/>
    <w:rsid w:val="00402B96"/>
    <w:rsid w:val="00404AE1"/>
    <w:rsid w:val="00405CF6"/>
    <w:rsid w:val="00407DBE"/>
    <w:rsid w:val="00412DEE"/>
    <w:rsid w:val="00415398"/>
    <w:rsid w:val="00416630"/>
    <w:rsid w:val="00430412"/>
    <w:rsid w:val="0043269A"/>
    <w:rsid w:val="004368E4"/>
    <w:rsid w:val="00436D6F"/>
    <w:rsid w:val="00444519"/>
    <w:rsid w:val="00446BFA"/>
    <w:rsid w:val="00451D62"/>
    <w:rsid w:val="00456ECD"/>
    <w:rsid w:val="00457A2A"/>
    <w:rsid w:val="004613F5"/>
    <w:rsid w:val="004661D0"/>
    <w:rsid w:val="004801EF"/>
    <w:rsid w:val="00480C81"/>
    <w:rsid w:val="00490049"/>
    <w:rsid w:val="0049436C"/>
    <w:rsid w:val="0049741B"/>
    <w:rsid w:val="004A10F2"/>
    <w:rsid w:val="004A25A9"/>
    <w:rsid w:val="004B1346"/>
    <w:rsid w:val="004B1680"/>
    <w:rsid w:val="004B5AB2"/>
    <w:rsid w:val="004B5B0A"/>
    <w:rsid w:val="004C4FC2"/>
    <w:rsid w:val="004C6C3A"/>
    <w:rsid w:val="004D1787"/>
    <w:rsid w:val="004D1E49"/>
    <w:rsid w:val="004D2C01"/>
    <w:rsid w:val="004D4E5F"/>
    <w:rsid w:val="004D577C"/>
    <w:rsid w:val="004E6FF0"/>
    <w:rsid w:val="004E7BF3"/>
    <w:rsid w:val="004F5050"/>
    <w:rsid w:val="00504450"/>
    <w:rsid w:val="005047C4"/>
    <w:rsid w:val="00511DFF"/>
    <w:rsid w:val="005161AD"/>
    <w:rsid w:val="00521754"/>
    <w:rsid w:val="00524363"/>
    <w:rsid w:val="005243B4"/>
    <w:rsid w:val="00524BD6"/>
    <w:rsid w:val="0052517F"/>
    <w:rsid w:val="00527E76"/>
    <w:rsid w:val="005304B7"/>
    <w:rsid w:val="005340D2"/>
    <w:rsid w:val="00540855"/>
    <w:rsid w:val="00541052"/>
    <w:rsid w:val="00542ACD"/>
    <w:rsid w:val="0054513C"/>
    <w:rsid w:val="005470AC"/>
    <w:rsid w:val="005518DB"/>
    <w:rsid w:val="00557903"/>
    <w:rsid w:val="00560C8F"/>
    <w:rsid w:val="00561D8B"/>
    <w:rsid w:val="005709F8"/>
    <w:rsid w:val="00574595"/>
    <w:rsid w:val="00582C5C"/>
    <w:rsid w:val="00586ED9"/>
    <w:rsid w:val="00586F5B"/>
    <w:rsid w:val="00590547"/>
    <w:rsid w:val="005909D7"/>
    <w:rsid w:val="005916C9"/>
    <w:rsid w:val="005929D0"/>
    <w:rsid w:val="00594AF7"/>
    <w:rsid w:val="00594D52"/>
    <w:rsid w:val="00595A84"/>
    <w:rsid w:val="005A1685"/>
    <w:rsid w:val="005A5BFD"/>
    <w:rsid w:val="005A6EBF"/>
    <w:rsid w:val="005B2E89"/>
    <w:rsid w:val="005B53E5"/>
    <w:rsid w:val="005D0B04"/>
    <w:rsid w:val="005D4042"/>
    <w:rsid w:val="005D6245"/>
    <w:rsid w:val="005E700C"/>
    <w:rsid w:val="005F012E"/>
    <w:rsid w:val="005F2EE5"/>
    <w:rsid w:val="005F48AE"/>
    <w:rsid w:val="006002CA"/>
    <w:rsid w:val="006050E0"/>
    <w:rsid w:val="00617AEF"/>
    <w:rsid w:val="00624349"/>
    <w:rsid w:val="00626E67"/>
    <w:rsid w:val="0063147B"/>
    <w:rsid w:val="006376BE"/>
    <w:rsid w:val="00641309"/>
    <w:rsid w:val="0064489A"/>
    <w:rsid w:val="00647FBE"/>
    <w:rsid w:val="0065301C"/>
    <w:rsid w:val="00657F64"/>
    <w:rsid w:val="0066093B"/>
    <w:rsid w:val="00663537"/>
    <w:rsid w:val="00673B55"/>
    <w:rsid w:val="006844CE"/>
    <w:rsid w:val="00687551"/>
    <w:rsid w:val="00694EF6"/>
    <w:rsid w:val="00695B11"/>
    <w:rsid w:val="00695BB3"/>
    <w:rsid w:val="006962F7"/>
    <w:rsid w:val="006A0AF5"/>
    <w:rsid w:val="006A64F9"/>
    <w:rsid w:val="006B7123"/>
    <w:rsid w:val="006C2844"/>
    <w:rsid w:val="006C299F"/>
    <w:rsid w:val="006C55A5"/>
    <w:rsid w:val="006D275D"/>
    <w:rsid w:val="006D4916"/>
    <w:rsid w:val="006E1882"/>
    <w:rsid w:val="006E47F0"/>
    <w:rsid w:val="006E70D3"/>
    <w:rsid w:val="006F0C0A"/>
    <w:rsid w:val="006F5931"/>
    <w:rsid w:val="00704920"/>
    <w:rsid w:val="007049BB"/>
    <w:rsid w:val="00711B60"/>
    <w:rsid w:val="00712891"/>
    <w:rsid w:val="00722CDE"/>
    <w:rsid w:val="00725671"/>
    <w:rsid w:val="00726735"/>
    <w:rsid w:val="00727B54"/>
    <w:rsid w:val="0073106D"/>
    <w:rsid w:val="00734D82"/>
    <w:rsid w:val="00746D8A"/>
    <w:rsid w:val="00747148"/>
    <w:rsid w:val="0075690B"/>
    <w:rsid w:val="00763D5A"/>
    <w:rsid w:val="00767A36"/>
    <w:rsid w:val="007707DA"/>
    <w:rsid w:val="00771D49"/>
    <w:rsid w:val="00780BF3"/>
    <w:rsid w:val="007811DB"/>
    <w:rsid w:val="007862A6"/>
    <w:rsid w:val="007863C3"/>
    <w:rsid w:val="00787CB9"/>
    <w:rsid w:val="00790829"/>
    <w:rsid w:val="00792444"/>
    <w:rsid w:val="00794738"/>
    <w:rsid w:val="007A101B"/>
    <w:rsid w:val="007A5119"/>
    <w:rsid w:val="007A578C"/>
    <w:rsid w:val="007B015E"/>
    <w:rsid w:val="007B1716"/>
    <w:rsid w:val="007B4A68"/>
    <w:rsid w:val="007C2F35"/>
    <w:rsid w:val="007D2D35"/>
    <w:rsid w:val="007D331B"/>
    <w:rsid w:val="007E0CE5"/>
    <w:rsid w:val="007E31CE"/>
    <w:rsid w:val="007F1838"/>
    <w:rsid w:val="007F22EA"/>
    <w:rsid w:val="007F3277"/>
    <w:rsid w:val="007F3D04"/>
    <w:rsid w:val="008032DF"/>
    <w:rsid w:val="00803CE9"/>
    <w:rsid w:val="00806C74"/>
    <w:rsid w:val="0081212C"/>
    <w:rsid w:val="0082364A"/>
    <w:rsid w:val="00825648"/>
    <w:rsid w:val="00825CD1"/>
    <w:rsid w:val="00827886"/>
    <w:rsid w:val="00833FDE"/>
    <w:rsid w:val="008369F0"/>
    <w:rsid w:val="00837CC0"/>
    <w:rsid w:val="00837F6D"/>
    <w:rsid w:val="0084017F"/>
    <w:rsid w:val="00844B23"/>
    <w:rsid w:val="008452DF"/>
    <w:rsid w:val="008460CD"/>
    <w:rsid w:val="008473DC"/>
    <w:rsid w:val="0086175A"/>
    <w:rsid w:val="0086261A"/>
    <w:rsid w:val="00864602"/>
    <w:rsid w:val="00873EC6"/>
    <w:rsid w:val="008774FA"/>
    <w:rsid w:val="00883742"/>
    <w:rsid w:val="00884166"/>
    <w:rsid w:val="00885A8E"/>
    <w:rsid w:val="00886622"/>
    <w:rsid w:val="00890DE8"/>
    <w:rsid w:val="00896839"/>
    <w:rsid w:val="008977D2"/>
    <w:rsid w:val="008A5D5A"/>
    <w:rsid w:val="008B0A2D"/>
    <w:rsid w:val="008B33D1"/>
    <w:rsid w:val="008C7875"/>
    <w:rsid w:val="008D263D"/>
    <w:rsid w:val="008D33C8"/>
    <w:rsid w:val="008E6821"/>
    <w:rsid w:val="008F1DBC"/>
    <w:rsid w:val="008F4E31"/>
    <w:rsid w:val="008F7F44"/>
    <w:rsid w:val="0090306E"/>
    <w:rsid w:val="00907974"/>
    <w:rsid w:val="009126E6"/>
    <w:rsid w:val="009127CC"/>
    <w:rsid w:val="00912F80"/>
    <w:rsid w:val="00915A12"/>
    <w:rsid w:val="00921134"/>
    <w:rsid w:val="0092122E"/>
    <w:rsid w:val="009216E3"/>
    <w:rsid w:val="00922494"/>
    <w:rsid w:val="00924ABF"/>
    <w:rsid w:val="00924CC4"/>
    <w:rsid w:val="00925593"/>
    <w:rsid w:val="00926FD6"/>
    <w:rsid w:val="009311C6"/>
    <w:rsid w:val="009346EA"/>
    <w:rsid w:val="009413C2"/>
    <w:rsid w:val="00941D82"/>
    <w:rsid w:val="0094598B"/>
    <w:rsid w:val="009469F1"/>
    <w:rsid w:val="00947E8C"/>
    <w:rsid w:val="00952A12"/>
    <w:rsid w:val="00953864"/>
    <w:rsid w:val="00957374"/>
    <w:rsid w:val="009606DE"/>
    <w:rsid w:val="00970EFD"/>
    <w:rsid w:val="00974A2B"/>
    <w:rsid w:val="00981E33"/>
    <w:rsid w:val="009828F8"/>
    <w:rsid w:val="00991EE8"/>
    <w:rsid w:val="009A0B23"/>
    <w:rsid w:val="009A1518"/>
    <w:rsid w:val="009A2B20"/>
    <w:rsid w:val="009B0429"/>
    <w:rsid w:val="009B0A85"/>
    <w:rsid w:val="009B4EA2"/>
    <w:rsid w:val="009C6034"/>
    <w:rsid w:val="009C6DF2"/>
    <w:rsid w:val="009D0D5B"/>
    <w:rsid w:val="009E0659"/>
    <w:rsid w:val="009E391A"/>
    <w:rsid w:val="009E5663"/>
    <w:rsid w:val="009E7677"/>
    <w:rsid w:val="009F3A36"/>
    <w:rsid w:val="009F7971"/>
    <w:rsid w:val="00A113CC"/>
    <w:rsid w:val="00A14342"/>
    <w:rsid w:val="00A33265"/>
    <w:rsid w:val="00A47D76"/>
    <w:rsid w:val="00A610EB"/>
    <w:rsid w:val="00A6598F"/>
    <w:rsid w:val="00A67687"/>
    <w:rsid w:val="00A717DB"/>
    <w:rsid w:val="00A71DC2"/>
    <w:rsid w:val="00A7322E"/>
    <w:rsid w:val="00A73F66"/>
    <w:rsid w:val="00A75C00"/>
    <w:rsid w:val="00A762EE"/>
    <w:rsid w:val="00A92429"/>
    <w:rsid w:val="00A9545B"/>
    <w:rsid w:val="00A97902"/>
    <w:rsid w:val="00AA7D27"/>
    <w:rsid w:val="00AB060B"/>
    <w:rsid w:val="00AB12B1"/>
    <w:rsid w:val="00AC05D1"/>
    <w:rsid w:val="00AC1126"/>
    <w:rsid w:val="00AC1EF3"/>
    <w:rsid w:val="00AC3377"/>
    <w:rsid w:val="00AC345C"/>
    <w:rsid w:val="00AC432B"/>
    <w:rsid w:val="00AC4909"/>
    <w:rsid w:val="00AC5571"/>
    <w:rsid w:val="00AC7577"/>
    <w:rsid w:val="00AD0A7C"/>
    <w:rsid w:val="00AD3618"/>
    <w:rsid w:val="00AD36FC"/>
    <w:rsid w:val="00AD3757"/>
    <w:rsid w:val="00AF1AD9"/>
    <w:rsid w:val="00AF1B28"/>
    <w:rsid w:val="00AF51D6"/>
    <w:rsid w:val="00B00D61"/>
    <w:rsid w:val="00B00E09"/>
    <w:rsid w:val="00B04CDE"/>
    <w:rsid w:val="00B27703"/>
    <w:rsid w:val="00B36AB5"/>
    <w:rsid w:val="00B40D5D"/>
    <w:rsid w:val="00B42528"/>
    <w:rsid w:val="00B46C86"/>
    <w:rsid w:val="00B51266"/>
    <w:rsid w:val="00B51FBA"/>
    <w:rsid w:val="00B5349C"/>
    <w:rsid w:val="00B61421"/>
    <w:rsid w:val="00B649C7"/>
    <w:rsid w:val="00B7165B"/>
    <w:rsid w:val="00B74E31"/>
    <w:rsid w:val="00B75C85"/>
    <w:rsid w:val="00B85E62"/>
    <w:rsid w:val="00B85FE6"/>
    <w:rsid w:val="00B903CB"/>
    <w:rsid w:val="00B911BB"/>
    <w:rsid w:val="00B9402E"/>
    <w:rsid w:val="00B942BC"/>
    <w:rsid w:val="00B94B10"/>
    <w:rsid w:val="00BA2452"/>
    <w:rsid w:val="00BB2AC6"/>
    <w:rsid w:val="00BC1C0A"/>
    <w:rsid w:val="00BC236C"/>
    <w:rsid w:val="00BC4BBC"/>
    <w:rsid w:val="00BC5ED1"/>
    <w:rsid w:val="00BC7FFD"/>
    <w:rsid w:val="00BE4F74"/>
    <w:rsid w:val="00BF441B"/>
    <w:rsid w:val="00BF4729"/>
    <w:rsid w:val="00BF766D"/>
    <w:rsid w:val="00C10C81"/>
    <w:rsid w:val="00C10E09"/>
    <w:rsid w:val="00C13B2A"/>
    <w:rsid w:val="00C240C1"/>
    <w:rsid w:val="00C324FA"/>
    <w:rsid w:val="00C3356D"/>
    <w:rsid w:val="00C4003F"/>
    <w:rsid w:val="00C4088C"/>
    <w:rsid w:val="00C434E9"/>
    <w:rsid w:val="00C44AB6"/>
    <w:rsid w:val="00C45A42"/>
    <w:rsid w:val="00C53372"/>
    <w:rsid w:val="00C5707A"/>
    <w:rsid w:val="00C601FD"/>
    <w:rsid w:val="00C60695"/>
    <w:rsid w:val="00C60AA6"/>
    <w:rsid w:val="00C66614"/>
    <w:rsid w:val="00C66A50"/>
    <w:rsid w:val="00C84BB8"/>
    <w:rsid w:val="00C87C77"/>
    <w:rsid w:val="00C90386"/>
    <w:rsid w:val="00C923BE"/>
    <w:rsid w:val="00C931E4"/>
    <w:rsid w:val="00C9752A"/>
    <w:rsid w:val="00CA23E0"/>
    <w:rsid w:val="00CA286A"/>
    <w:rsid w:val="00CA4E61"/>
    <w:rsid w:val="00CB37CC"/>
    <w:rsid w:val="00CB71EB"/>
    <w:rsid w:val="00CC5B63"/>
    <w:rsid w:val="00CD548C"/>
    <w:rsid w:val="00CD5818"/>
    <w:rsid w:val="00CD6424"/>
    <w:rsid w:val="00CD75C9"/>
    <w:rsid w:val="00CE04BF"/>
    <w:rsid w:val="00CE1AD9"/>
    <w:rsid w:val="00CE252B"/>
    <w:rsid w:val="00CE2C89"/>
    <w:rsid w:val="00CE5B70"/>
    <w:rsid w:val="00CF13B2"/>
    <w:rsid w:val="00CF270A"/>
    <w:rsid w:val="00CF60A2"/>
    <w:rsid w:val="00CF7008"/>
    <w:rsid w:val="00CF7512"/>
    <w:rsid w:val="00D0238A"/>
    <w:rsid w:val="00D1062E"/>
    <w:rsid w:val="00D11F81"/>
    <w:rsid w:val="00D148A1"/>
    <w:rsid w:val="00D166B7"/>
    <w:rsid w:val="00D171DD"/>
    <w:rsid w:val="00D20F32"/>
    <w:rsid w:val="00D26DD5"/>
    <w:rsid w:val="00D33561"/>
    <w:rsid w:val="00D34C30"/>
    <w:rsid w:val="00D358A4"/>
    <w:rsid w:val="00D35954"/>
    <w:rsid w:val="00D37F46"/>
    <w:rsid w:val="00D40277"/>
    <w:rsid w:val="00D42169"/>
    <w:rsid w:val="00D431F0"/>
    <w:rsid w:val="00D619B0"/>
    <w:rsid w:val="00D63489"/>
    <w:rsid w:val="00D63882"/>
    <w:rsid w:val="00D7583F"/>
    <w:rsid w:val="00D812CF"/>
    <w:rsid w:val="00D91280"/>
    <w:rsid w:val="00D951DA"/>
    <w:rsid w:val="00DA29C8"/>
    <w:rsid w:val="00DA547E"/>
    <w:rsid w:val="00DA68DA"/>
    <w:rsid w:val="00DA79C7"/>
    <w:rsid w:val="00DC2360"/>
    <w:rsid w:val="00DC5951"/>
    <w:rsid w:val="00DC6E8F"/>
    <w:rsid w:val="00DD0E7B"/>
    <w:rsid w:val="00DE0648"/>
    <w:rsid w:val="00DE0837"/>
    <w:rsid w:val="00DE0DFA"/>
    <w:rsid w:val="00DE151F"/>
    <w:rsid w:val="00DE260A"/>
    <w:rsid w:val="00DE7BBE"/>
    <w:rsid w:val="00DF1338"/>
    <w:rsid w:val="00DF20CA"/>
    <w:rsid w:val="00DF267A"/>
    <w:rsid w:val="00E02B17"/>
    <w:rsid w:val="00E12EAF"/>
    <w:rsid w:val="00E13BD9"/>
    <w:rsid w:val="00E243C4"/>
    <w:rsid w:val="00E24D32"/>
    <w:rsid w:val="00E25AF7"/>
    <w:rsid w:val="00E315B0"/>
    <w:rsid w:val="00E33441"/>
    <w:rsid w:val="00E34A38"/>
    <w:rsid w:val="00E42973"/>
    <w:rsid w:val="00E43CB6"/>
    <w:rsid w:val="00E46C42"/>
    <w:rsid w:val="00E55C8F"/>
    <w:rsid w:val="00E61041"/>
    <w:rsid w:val="00E611B0"/>
    <w:rsid w:val="00E758B6"/>
    <w:rsid w:val="00E8200A"/>
    <w:rsid w:val="00E834BC"/>
    <w:rsid w:val="00E8522B"/>
    <w:rsid w:val="00E91397"/>
    <w:rsid w:val="00E93E24"/>
    <w:rsid w:val="00E93F04"/>
    <w:rsid w:val="00E93F07"/>
    <w:rsid w:val="00EA0C93"/>
    <w:rsid w:val="00EA1D12"/>
    <w:rsid w:val="00EB091D"/>
    <w:rsid w:val="00EB0E9D"/>
    <w:rsid w:val="00EB11D5"/>
    <w:rsid w:val="00EB27D4"/>
    <w:rsid w:val="00EB39B1"/>
    <w:rsid w:val="00EC23D7"/>
    <w:rsid w:val="00EC3B3C"/>
    <w:rsid w:val="00ED3560"/>
    <w:rsid w:val="00EE2478"/>
    <w:rsid w:val="00EE4697"/>
    <w:rsid w:val="00EE74E9"/>
    <w:rsid w:val="00EF0104"/>
    <w:rsid w:val="00EF0372"/>
    <w:rsid w:val="00EF12CC"/>
    <w:rsid w:val="00EF7045"/>
    <w:rsid w:val="00F01F83"/>
    <w:rsid w:val="00F06D9B"/>
    <w:rsid w:val="00F11F01"/>
    <w:rsid w:val="00F149B0"/>
    <w:rsid w:val="00F22B39"/>
    <w:rsid w:val="00F3224A"/>
    <w:rsid w:val="00F4021C"/>
    <w:rsid w:val="00F45FA6"/>
    <w:rsid w:val="00F51B8F"/>
    <w:rsid w:val="00F54C5C"/>
    <w:rsid w:val="00F550F5"/>
    <w:rsid w:val="00F56849"/>
    <w:rsid w:val="00F56C97"/>
    <w:rsid w:val="00F605A4"/>
    <w:rsid w:val="00F641F3"/>
    <w:rsid w:val="00F66EC4"/>
    <w:rsid w:val="00F678ED"/>
    <w:rsid w:val="00F67FDE"/>
    <w:rsid w:val="00F73A8E"/>
    <w:rsid w:val="00F74126"/>
    <w:rsid w:val="00F81767"/>
    <w:rsid w:val="00F81EF4"/>
    <w:rsid w:val="00F83CE5"/>
    <w:rsid w:val="00F86324"/>
    <w:rsid w:val="00F94700"/>
    <w:rsid w:val="00F94F69"/>
    <w:rsid w:val="00F96CB8"/>
    <w:rsid w:val="00F97BF4"/>
    <w:rsid w:val="00FA74EC"/>
    <w:rsid w:val="00FB223E"/>
    <w:rsid w:val="00FB39F9"/>
    <w:rsid w:val="00FC0BF8"/>
    <w:rsid w:val="00FD3A92"/>
    <w:rsid w:val="00FE44D9"/>
    <w:rsid w:val="00FE7BE2"/>
    <w:rsid w:val="00FF031E"/>
    <w:rsid w:val="00FF16C1"/>
    <w:rsid w:val="00FF185D"/>
    <w:rsid w:val="00FF6D87"/>
    <w:rsid w:val="00FF7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AD9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25CD1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25CD1"/>
    <w:rPr>
      <w:rFonts w:ascii="Cambria" w:hAnsi="Cambria" w:cs="Times New Roman"/>
      <w:color w:val="365F91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121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1451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7F327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0F04A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C13B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13B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13B2A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13B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13B2A"/>
    <w:rPr>
      <w:b/>
      <w:bCs/>
    </w:rPr>
  </w:style>
  <w:style w:type="character" w:styleId="Hyperlink">
    <w:name w:val="Hyperlink"/>
    <w:basedOn w:val="DefaultParagraphFont"/>
    <w:uiPriority w:val="99"/>
    <w:semiHidden/>
    <w:rsid w:val="004E6FF0"/>
    <w:rPr>
      <w:rFonts w:cs="Times New Roman"/>
      <w:color w:val="0000FF"/>
      <w:u w:val="single"/>
    </w:rPr>
  </w:style>
  <w:style w:type="character" w:customStyle="1" w:styleId="searchtext">
    <w:name w:val="searchtext"/>
    <w:basedOn w:val="DefaultParagraphFont"/>
    <w:uiPriority w:val="99"/>
    <w:rsid w:val="005340D2"/>
    <w:rPr>
      <w:rFonts w:cs="Times New Roman"/>
    </w:rPr>
  </w:style>
  <w:style w:type="paragraph" w:customStyle="1" w:styleId="ConsPlusNormal">
    <w:name w:val="ConsPlusNormal"/>
    <w:link w:val="ConsPlusNormal0"/>
    <w:uiPriority w:val="99"/>
    <w:rsid w:val="002E6B73"/>
    <w:pPr>
      <w:widowControl w:val="0"/>
      <w:autoSpaceDE w:val="0"/>
      <w:autoSpaceDN w:val="0"/>
    </w:pPr>
    <w:rPr>
      <w:rFonts w:eastAsia="Times New Roman"/>
    </w:rPr>
  </w:style>
  <w:style w:type="paragraph" w:styleId="NoSpacing">
    <w:name w:val="No Spacing"/>
    <w:uiPriority w:val="99"/>
    <w:qFormat/>
    <w:rsid w:val="006F5931"/>
    <w:rPr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6F0C0A"/>
    <w:rPr>
      <w:rFonts w:eastAsia="Times New Roman"/>
      <w:sz w:val="22"/>
      <w:lang w:val="ru-RU" w:eastAsia="ru-RU"/>
    </w:rPr>
  </w:style>
  <w:style w:type="paragraph" w:styleId="Header">
    <w:name w:val="header"/>
    <w:basedOn w:val="Normal"/>
    <w:link w:val="HeaderChar"/>
    <w:uiPriority w:val="99"/>
    <w:rsid w:val="0064130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30412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641309"/>
    <w:rPr>
      <w:rFonts w:cs="Times New Roman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DA29C8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20">
    <w:name w:val="Основной текст (2)"/>
    <w:basedOn w:val="Normal"/>
    <w:link w:val="2"/>
    <w:uiPriority w:val="99"/>
    <w:rsid w:val="00DA29C8"/>
    <w:pPr>
      <w:shd w:val="clear" w:color="auto" w:fill="FFFFFF"/>
      <w:spacing w:before="300" w:after="3420" w:line="240" w:lineRule="atLeast"/>
    </w:pPr>
    <w:rPr>
      <w:rFonts w:ascii="Times New Roman" w:hAnsi="Times New Roman"/>
      <w:noProof/>
      <w:sz w:val="27"/>
      <w:szCs w:val="27"/>
      <w:shd w:val="clear" w:color="auto" w:fill="FFFFFF"/>
      <w:lang w:eastAsia="ru-RU"/>
    </w:rPr>
  </w:style>
  <w:style w:type="paragraph" w:customStyle="1" w:styleId="21">
    <w:name w:val="Основной текст (2)1"/>
    <w:basedOn w:val="Normal"/>
    <w:uiPriority w:val="99"/>
    <w:rsid w:val="00DA29C8"/>
    <w:pPr>
      <w:widowControl w:val="0"/>
      <w:shd w:val="clear" w:color="auto" w:fill="FFFFFF"/>
      <w:spacing w:before="480" w:after="300" w:line="370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">
    <w:name w:val="Стиль"/>
    <w:uiPriority w:val="99"/>
    <w:rsid w:val="005B53E5"/>
    <w:pPr>
      <w:autoSpaceDE w:val="0"/>
      <w:autoSpaceDN w:val="0"/>
    </w:pPr>
    <w:rPr>
      <w:rFonts w:ascii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5B53E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23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89DE9E74339771D882271EB1CD587CFE851C0355BE49AA5EA1DDA0C9DFD69BE39B3BB2F123FC89F80D8AAC107793B0EABBC7EC34295F38E5882730oAbB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973BDD981A983E4843557A097DA14286ECB57F4145E5758CA37DFD6FD31B901D2B175DBE4B3B578C727EED818AB7064847F106A3694E35E2807364EDo9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6F3ACFE5B229C6CFFD5008C9B57157598607FF5E4D7E3E5CD64CAE237913B6DA9BD21D3B43F5ADD4E813512F0967416DD0DEEEF71AB5D3BP0J0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917</TotalTime>
  <Pages>4</Pages>
  <Words>1147</Words>
  <Characters>6540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Ситников Георгий Васильевич</dc:creator>
  <cp:keywords/>
  <dc:description/>
  <cp:lastModifiedBy>User</cp:lastModifiedBy>
  <cp:revision>85</cp:revision>
  <cp:lastPrinted>2022-07-04T06:00:00Z</cp:lastPrinted>
  <dcterms:created xsi:type="dcterms:W3CDTF">2020-10-27T06:15:00Z</dcterms:created>
  <dcterms:modified xsi:type="dcterms:W3CDTF">2022-07-04T06:31:00Z</dcterms:modified>
</cp:coreProperties>
</file>